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D8D9A" w14:textId="297D548F" w:rsidR="004D36D7" w:rsidRPr="00FD4A68" w:rsidRDefault="002E6302" w:rsidP="00E22A8F">
      <w:pPr>
        <w:pStyle w:val="Title"/>
        <w:rPr>
          <w:rStyle w:val="LabTitleInstVersred"/>
          <w:b/>
          <w:color w:val="auto"/>
        </w:rPr>
      </w:pPr>
      <w:sdt>
        <w:sdtPr>
          <w:rPr>
            <w:b w:val="0"/>
            <w:color w:val="EE0000"/>
          </w:rPr>
          <w:alias w:val="Title"/>
          <w:tag w:val=""/>
          <w:id w:val="-487021785"/>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22A8F">
            <w:t>Lab - Navigate the IOS by Using Tera Term for Console Connectivity</w:t>
          </w:r>
        </w:sdtContent>
      </w:sdt>
      <w:r w:rsidR="004D36D7" w:rsidRPr="000A76BE">
        <w:t xml:space="preserve"> </w:t>
      </w:r>
    </w:p>
    <w:p w14:paraId="134769A3" w14:textId="77777777" w:rsidR="008A2F60" w:rsidRDefault="008A2F60" w:rsidP="00826D3A">
      <w:pPr>
        <w:pStyle w:val="Heading1"/>
      </w:pPr>
      <w:r>
        <w:t>Topology</w:t>
      </w:r>
    </w:p>
    <w:p w14:paraId="35AC507B" w14:textId="7F705D74" w:rsidR="008A2F60" w:rsidRDefault="00ED00FB" w:rsidP="008A2F60">
      <w:pPr>
        <w:pStyle w:val="Visual"/>
      </w:pPr>
      <w:r>
        <w:rPr>
          <w:noProof/>
        </w:rPr>
        <w:drawing>
          <wp:inline distT="0" distB="0" distL="0" distR="0" wp14:anchorId="4C58F6A4" wp14:editId="013CD963">
            <wp:extent cx="2999740" cy="914400"/>
            <wp:effectExtent l="0" t="0" r="0" b="0"/>
            <wp:docPr id="10" name="Picture 10" descr="A PC is connected to a switch via the console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9740" cy="914400"/>
                    </a:xfrm>
                    <a:prstGeom prst="rect">
                      <a:avLst/>
                    </a:prstGeom>
                    <a:noFill/>
                  </pic:spPr>
                </pic:pic>
              </a:graphicData>
            </a:graphic>
          </wp:inline>
        </w:drawing>
      </w:r>
    </w:p>
    <w:p w14:paraId="2E98565A" w14:textId="77777777" w:rsidR="008A2F60" w:rsidRPr="00BB73FF" w:rsidRDefault="008A2F60" w:rsidP="00826D3A">
      <w:pPr>
        <w:pStyle w:val="Heading1"/>
      </w:pPr>
      <w:r w:rsidRPr="00BB73FF">
        <w:t>Objective</w:t>
      </w:r>
      <w:r>
        <w:t>s</w:t>
      </w:r>
    </w:p>
    <w:p w14:paraId="2535821B" w14:textId="77777777" w:rsidR="008A2F60" w:rsidRDefault="008A2F60" w:rsidP="008A2F60">
      <w:pPr>
        <w:pStyle w:val="BodyTextL25Bold"/>
      </w:pPr>
      <w:r>
        <w:t>Part 1: Access a Cisco Switch through the Serial Console Port</w:t>
      </w:r>
    </w:p>
    <w:p w14:paraId="10CCFD42" w14:textId="77777777" w:rsidR="008A2F60" w:rsidRDefault="008A2F60" w:rsidP="008A2F60">
      <w:pPr>
        <w:pStyle w:val="BodyTextL25Bold"/>
      </w:pPr>
      <w:r>
        <w:t>Part 2: Display and Configure Basic Device Settings</w:t>
      </w:r>
    </w:p>
    <w:p w14:paraId="231C9057" w14:textId="77777777" w:rsidR="008A2F60" w:rsidRDefault="008A2F60" w:rsidP="008A2F60">
      <w:pPr>
        <w:pStyle w:val="BodyTextL25Bold"/>
      </w:pPr>
      <w:r>
        <w:t>Part 3: (Optional) Access a Cisco Router Using a Mini-USB Console Cable</w:t>
      </w:r>
    </w:p>
    <w:p w14:paraId="19DA1866" w14:textId="43B9C8FB" w:rsidR="008A2F60" w:rsidRDefault="008A2F60" w:rsidP="008A2F60">
      <w:pPr>
        <w:pStyle w:val="BodyTextL25"/>
      </w:pPr>
      <w:r w:rsidRPr="00BD42F2">
        <w:rPr>
          <w:b/>
          <w:highlight w:val="yellow"/>
        </w:rPr>
        <w:t>Note</w:t>
      </w:r>
      <w:r w:rsidRPr="00BD42F2">
        <w:rPr>
          <w:highlight w:val="yellow"/>
        </w:rPr>
        <w:t xml:space="preserve">: </w:t>
      </w:r>
      <w:proofErr w:type="spellStart"/>
      <w:r w:rsidR="00677AC5">
        <w:rPr>
          <w:highlight w:val="yellow"/>
        </w:rPr>
        <w:t>NetLab</w:t>
      </w:r>
      <w:proofErr w:type="spellEnd"/>
      <w:r>
        <w:rPr>
          <w:highlight w:val="yellow"/>
        </w:rPr>
        <w:t xml:space="preserve"> u</w:t>
      </w:r>
      <w:r w:rsidRPr="00BD42F2">
        <w:rPr>
          <w:highlight w:val="yellow"/>
        </w:rPr>
        <w:t xml:space="preserve">sers or </w:t>
      </w:r>
      <w:r w:rsidR="00D6696E">
        <w:rPr>
          <w:highlight w:val="yellow"/>
        </w:rPr>
        <w:t xml:space="preserve">others using </w:t>
      </w:r>
      <w:r w:rsidRPr="00BD42F2">
        <w:rPr>
          <w:highlight w:val="yellow"/>
        </w:rPr>
        <w:t>remote access equipment should complete only Part 2.</w:t>
      </w:r>
    </w:p>
    <w:p w14:paraId="54E4C8DA" w14:textId="77777777" w:rsidR="008A2F60" w:rsidRPr="00C07FD9" w:rsidRDefault="008A2F60" w:rsidP="00826D3A">
      <w:pPr>
        <w:pStyle w:val="Heading1"/>
      </w:pPr>
      <w:r>
        <w:t>Background / Scenario</w:t>
      </w:r>
    </w:p>
    <w:p w14:paraId="67FA33A0" w14:textId="47930AA1" w:rsidR="008A2F60" w:rsidRDefault="008A2F60" w:rsidP="008A2F60">
      <w:pPr>
        <w:pStyle w:val="BodyTextL25"/>
      </w:pPr>
      <w:r>
        <w:t xml:space="preserve">Various models of Cisco routers and switches are used in all types of networks. These devices are managed using a local console connection or a remote connection. Nearly all Cisco devices have a serial console port to which you can connect. </w:t>
      </w:r>
      <w:r w:rsidR="00A52941">
        <w:t>N</w:t>
      </w:r>
      <w:r>
        <w:t>ewer models</w:t>
      </w:r>
      <w:r w:rsidR="00F73EAC">
        <w:t xml:space="preserve"> used in this lab</w:t>
      </w:r>
      <w:r w:rsidR="00A52941">
        <w:t>, such as Cisco 4221,</w:t>
      </w:r>
      <w:r>
        <w:t xml:space="preserve"> also have a USB console port.</w:t>
      </w:r>
    </w:p>
    <w:p w14:paraId="049B7891" w14:textId="77777777" w:rsidR="008A2F60" w:rsidRDefault="008A2F60" w:rsidP="008A2F60">
      <w:pPr>
        <w:pStyle w:val="BodyTextL25"/>
      </w:pPr>
      <w:r>
        <w:t>In this lab, you will learn how to access a Cisco device via a direct local connection to the console port, using the terminal emulation program called Tera Term. You will also learn how to configure the serial port settings for the Tera Term console connection. After you have established a console connection with the Cisco device, you can display or configure device settings. You will only display settings and configure the clock in this lab.</w:t>
      </w:r>
    </w:p>
    <w:p w14:paraId="14F3EFD4" w14:textId="77777777" w:rsidR="007B4BAA" w:rsidRDefault="007B4BAA" w:rsidP="007B4BA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6.9.3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w:t>
      </w:r>
      <w:bookmarkStart w:id="0" w:name="_GoBack"/>
      <w:r>
        <w:rPr>
          <w:rFonts w:eastAsia="Arial"/>
        </w:rPr>
        <w:t>and Cisco IOS version</w:t>
      </w:r>
      <w:r w:rsidRPr="00A86660">
        <w:rPr>
          <w:rFonts w:eastAsia="Arial"/>
        </w:rPr>
        <w:t xml:space="preserve">, the commands available and </w:t>
      </w:r>
      <w:r>
        <w:rPr>
          <w:rFonts w:eastAsia="Arial"/>
        </w:rPr>
        <w:t xml:space="preserve">the </w:t>
      </w:r>
      <w:r w:rsidRPr="00A86660">
        <w:rPr>
          <w:rFonts w:eastAsia="Arial"/>
        </w:rPr>
        <w:t xml:space="preserve">output produced might vary from what is shown in </w:t>
      </w:r>
      <w:bookmarkEnd w:id="0"/>
      <w:r w:rsidRPr="00A86660">
        <w:rPr>
          <w:rFonts w:eastAsia="Arial"/>
        </w:rPr>
        <w:t>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7DE5B69E" w14:textId="77777777" w:rsidR="008A2F60" w:rsidRPr="00DE6F44" w:rsidRDefault="008A2F60" w:rsidP="008A2F60">
      <w:pPr>
        <w:pStyle w:val="BodyTextL25"/>
      </w:pPr>
      <w:r w:rsidRPr="00BF16BF">
        <w:rPr>
          <w:b/>
        </w:rPr>
        <w:t>Note</w:t>
      </w:r>
      <w:r w:rsidRPr="00216F46">
        <w:t>:</w:t>
      </w:r>
      <w:r w:rsidRPr="00DE6F44">
        <w:t xml:space="preserve"> Make sure that the switch</w:t>
      </w:r>
      <w:r>
        <w:t xml:space="preserve"> and router </w:t>
      </w:r>
      <w:r w:rsidRPr="00DE6F44">
        <w:t>ha</w:t>
      </w:r>
      <w:r>
        <w:t xml:space="preserve">ve </w:t>
      </w:r>
      <w:r w:rsidRPr="00DE6F44">
        <w:t xml:space="preserve">been erased and </w:t>
      </w:r>
      <w:r>
        <w:t xml:space="preserve">have </w:t>
      </w:r>
      <w:r w:rsidRPr="00DE6F44">
        <w:t>no startup configuration</w:t>
      </w:r>
      <w:r>
        <w:t>. If you are unsure, contact your instructor.</w:t>
      </w:r>
    </w:p>
    <w:p w14:paraId="214F422E" w14:textId="77777777" w:rsidR="008A2F60" w:rsidRDefault="008A2F60" w:rsidP="00826D3A">
      <w:pPr>
        <w:pStyle w:val="Heading1"/>
      </w:pPr>
      <w:r>
        <w:t>Required Resources</w:t>
      </w:r>
    </w:p>
    <w:p w14:paraId="78AAABA9" w14:textId="06C8CB16" w:rsidR="008A2F60" w:rsidRPr="00574017" w:rsidRDefault="008A2F60" w:rsidP="00574017">
      <w:pPr>
        <w:pStyle w:val="Bulletlevel1"/>
      </w:pPr>
      <w:r w:rsidRPr="00574017">
        <w:t xml:space="preserve">1 </w:t>
      </w:r>
      <w:r w:rsidR="007B4BAA" w:rsidRPr="00574017">
        <w:t>Router (Cisco 4221 with Cisco IOS XE Release 16.9.3 universal image or comparable)</w:t>
      </w:r>
    </w:p>
    <w:p w14:paraId="46886123" w14:textId="77777777" w:rsidR="008A2F60" w:rsidRPr="00574017" w:rsidRDefault="008A2F60" w:rsidP="00574017">
      <w:pPr>
        <w:pStyle w:val="Bulletlevel1"/>
      </w:pPr>
      <w:r w:rsidRPr="00574017">
        <w:t>1 Switch (Cisco 2960 with Cisco IOS Release 15.0(2) lanbasek9 image or comparable)</w:t>
      </w:r>
    </w:p>
    <w:p w14:paraId="79036789" w14:textId="31B5F02C" w:rsidR="008A2F60" w:rsidRPr="00574017" w:rsidRDefault="008A2F60" w:rsidP="00574017">
      <w:pPr>
        <w:pStyle w:val="Bulletlevel1"/>
      </w:pPr>
      <w:r w:rsidRPr="00574017">
        <w:t>1 PC (Windows with a terminal emulation program, such as Tera Term)</w:t>
      </w:r>
    </w:p>
    <w:p w14:paraId="12A7DB39" w14:textId="77777777" w:rsidR="008A2F60" w:rsidRPr="00574017" w:rsidRDefault="008A2F60" w:rsidP="00574017">
      <w:pPr>
        <w:pStyle w:val="Bulletlevel1"/>
      </w:pPr>
      <w:r w:rsidRPr="00574017">
        <w:t>Rollover (DB-9 to RJ-45) console cable to configure the switch or router via the RJ-45 console port</w:t>
      </w:r>
    </w:p>
    <w:p w14:paraId="4C91D546" w14:textId="77777777" w:rsidR="008A2F60" w:rsidRDefault="008A2F60" w:rsidP="00574017">
      <w:pPr>
        <w:pStyle w:val="Bulletlevel1"/>
      </w:pPr>
      <w:r w:rsidRPr="00574017">
        <w:t>Mini-USB cable to c</w:t>
      </w:r>
      <w:r>
        <w:t>onfigure the router via the USB console port</w:t>
      </w:r>
    </w:p>
    <w:p w14:paraId="310B043B" w14:textId="1E080569" w:rsidR="00826D3A" w:rsidRPr="00826D3A" w:rsidRDefault="00826D3A" w:rsidP="00826D3A">
      <w:pPr>
        <w:pStyle w:val="Heading1"/>
      </w:pPr>
      <w:r>
        <w:lastRenderedPageBreak/>
        <w:t>Instructions</w:t>
      </w:r>
    </w:p>
    <w:p w14:paraId="16F53264" w14:textId="77777777" w:rsidR="008A2F60" w:rsidRDefault="008A2F60" w:rsidP="00826D3A">
      <w:pPr>
        <w:pStyle w:val="Heading2"/>
      </w:pPr>
      <w:r>
        <w:t>Access a Cisco Switch through the Serial Console Port</w:t>
      </w:r>
    </w:p>
    <w:p w14:paraId="579AE0D9" w14:textId="77777777" w:rsidR="008A2F60" w:rsidRDefault="008A2F60" w:rsidP="008A2F60">
      <w:pPr>
        <w:pStyle w:val="BodyTextL25"/>
      </w:pPr>
      <w:r>
        <w:t>You will connect a PC to a Cisco switch using a rollover console cable. This connection will allow you to access the CLI and display settings or configure the switch.</w:t>
      </w:r>
    </w:p>
    <w:p w14:paraId="6BB0B959" w14:textId="77777777" w:rsidR="008A2F60" w:rsidRPr="004127FF" w:rsidRDefault="008A2F60" w:rsidP="00826D3A">
      <w:pPr>
        <w:pStyle w:val="Heading3"/>
      </w:pPr>
      <w:r>
        <w:t>Connect a Cisco switch and computer using a rollover console cable.</w:t>
      </w:r>
    </w:p>
    <w:p w14:paraId="692BDFC2" w14:textId="3F1D45F3" w:rsidR="008A2F60" w:rsidRDefault="008A2F60" w:rsidP="00ED00FB">
      <w:pPr>
        <w:pStyle w:val="SubStepAlpha"/>
        <w:keepNext/>
      </w:pPr>
      <w:r>
        <w:t>Connect the rollover console</w:t>
      </w:r>
      <w:r w:rsidRPr="00197C42">
        <w:t xml:space="preserve"> cable to the RJ-45 console port of the </w:t>
      </w:r>
      <w:r>
        <w:t>switch.</w:t>
      </w:r>
      <w:r w:rsidR="00ED00FB">
        <w:t xml:space="preserve"> </w:t>
      </w:r>
      <w:r w:rsidRPr="00197C42">
        <w:t>Connect the other ca</w:t>
      </w:r>
      <w:r>
        <w:t>ble end to the serial COM port on the computer.</w:t>
      </w:r>
    </w:p>
    <w:p w14:paraId="1D9AA38F" w14:textId="360AC21D" w:rsidR="00ED00FB" w:rsidRDefault="00ED00FB" w:rsidP="00ED00FB">
      <w:pPr>
        <w:pStyle w:val="Visual"/>
      </w:pPr>
      <w:r>
        <w:rPr>
          <w:noProof/>
        </w:rPr>
        <w:drawing>
          <wp:inline distT="0" distB="0" distL="0" distR="0" wp14:anchorId="55C59A17" wp14:editId="7B5D7771">
            <wp:extent cx="4572000" cy="2800350"/>
            <wp:effectExtent l="0" t="0" r="0" b="0"/>
            <wp:docPr id="1" name="Picture 2" descr="This image displays a switch is connected to a PC using a rollover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9"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14:paraId="5333F682" w14:textId="13D7112C" w:rsidR="008A2F60" w:rsidRPr="0069084B" w:rsidRDefault="008A2F60" w:rsidP="008A2F60">
      <w:pPr>
        <w:pStyle w:val="BodyTextL50"/>
      </w:pPr>
      <w:r>
        <w:rPr>
          <w:b/>
        </w:rPr>
        <w:t>Note</w:t>
      </w:r>
      <w:r w:rsidRPr="00216F46">
        <w:t>:</w:t>
      </w:r>
      <w:r>
        <w:t xml:space="preserve"> Serial COM ports are no longer available on most computers. A USB-to-DB9 adapter can be used with the rollover console cable for console connection between the computer and a Cisco device. USB-to-DB9 adapters can be purchased at any computer electronics </w:t>
      </w:r>
      <w:r w:rsidR="0061795E">
        <w:t>retailer</w:t>
      </w:r>
      <w:r>
        <w:t>.</w:t>
      </w:r>
    </w:p>
    <w:p w14:paraId="0B84BBB0" w14:textId="0A8CB64A" w:rsidR="008A2F60" w:rsidRPr="00900728" w:rsidRDefault="008A2F60" w:rsidP="008A2F60">
      <w:pPr>
        <w:pStyle w:val="BodyTextL50"/>
      </w:pPr>
      <w:r>
        <w:rPr>
          <w:b/>
        </w:rPr>
        <w:t>Note</w:t>
      </w:r>
      <w:r w:rsidRPr="00216F46">
        <w:t>:</w:t>
      </w:r>
      <w:r w:rsidRPr="00986E12">
        <w:t xml:space="preserve"> </w:t>
      </w:r>
      <w:r>
        <w:t xml:space="preserve">If using a USB-to-DB9 adapter to connect to the COM port, you may be required to install a driver for the adapter provided by the manufacturer of your computer. </w:t>
      </w:r>
      <w:r w:rsidRPr="00394B06">
        <w:t>To</w:t>
      </w:r>
      <w:r>
        <w:t xml:space="preserve"> determine the COM port used by the adapter, please see Part 3 Step </w:t>
      </w:r>
      <w:r w:rsidR="00B10F0D">
        <w:t>3</w:t>
      </w:r>
      <w:r>
        <w:t>. The correct COM port number is required to connect to the Cisco IOS device using a terminal emulator in Step 2.</w:t>
      </w:r>
    </w:p>
    <w:p w14:paraId="518943A6" w14:textId="77AE3E01" w:rsidR="008A2F60" w:rsidRDefault="008A2F60" w:rsidP="00ED00FB">
      <w:pPr>
        <w:pStyle w:val="SubStepAlpha"/>
      </w:pPr>
      <w:r>
        <w:t>Turn on the Cisco switch and computer.</w:t>
      </w:r>
    </w:p>
    <w:p w14:paraId="19F50A41" w14:textId="77777777" w:rsidR="008A2F60" w:rsidRDefault="008A2F60" w:rsidP="00826D3A">
      <w:pPr>
        <w:pStyle w:val="Heading3"/>
      </w:pPr>
      <w:bookmarkStart w:id="1" w:name="_Ref339459811"/>
      <w:r>
        <w:t>Configure Tera Term to establish a console session with the switch</w:t>
      </w:r>
      <w:bookmarkEnd w:id="1"/>
      <w:r>
        <w:t>.</w:t>
      </w:r>
    </w:p>
    <w:p w14:paraId="68971602" w14:textId="77777777" w:rsidR="008A2F60" w:rsidRPr="00501E5D" w:rsidRDefault="008A2F60" w:rsidP="008A2F60">
      <w:pPr>
        <w:pStyle w:val="BodyTextL25"/>
      </w:pPr>
      <w:r>
        <w:t>Tera Term is a terminal emulation program. This program allows you to access the terminal output of the switch. It also allows you to configure the switch.</w:t>
      </w:r>
    </w:p>
    <w:p w14:paraId="073445FD" w14:textId="77777777" w:rsidR="008A2F60" w:rsidRDefault="008A2F60" w:rsidP="00826D3A">
      <w:pPr>
        <w:pStyle w:val="SubStepAlpha"/>
      </w:pPr>
      <w:r>
        <w:t xml:space="preserve">Start </w:t>
      </w:r>
      <w:r w:rsidRPr="00826D3A">
        <w:t>Te</w:t>
      </w:r>
      <w:r w:rsidRPr="0061795E">
        <w:t>ra</w:t>
      </w:r>
      <w:r>
        <w:t xml:space="preserve"> Term by clicking the </w:t>
      </w:r>
      <w:r w:rsidRPr="002769F5">
        <w:rPr>
          <w:b/>
        </w:rPr>
        <w:t>Windows Start</w:t>
      </w:r>
      <w:r>
        <w:t xml:space="preserve"> button located in the task bar. Locate </w:t>
      </w:r>
      <w:r w:rsidRPr="004F0FB5">
        <w:rPr>
          <w:b/>
        </w:rPr>
        <w:t>Tera Term</w:t>
      </w:r>
      <w:r>
        <w:t xml:space="preserve"> under </w:t>
      </w:r>
      <w:r w:rsidRPr="004F0FB5">
        <w:rPr>
          <w:b/>
        </w:rPr>
        <w:t>All Programs</w:t>
      </w:r>
      <w:r>
        <w:t>.</w:t>
      </w:r>
    </w:p>
    <w:p w14:paraId="7B6DA6AA" w14:textId="77777777" w:rsidR="008A2F60" w:rsidRDefault="008A2F60" w:rsidP="008A2F60">
      <w:pPr>
        <w:pStyle w:val="BodyTextL50"/>
      </w:pPr>
      <w:r w:rsidRPr="005525D6">
        <w:rPr>
          <w:b/>
        </w:rPr>
        <w:t>Note</w:t>
      </w:r>
      <w:r w:rsidRPr="00986E12">
        <w:t>:</w:t>
      </w:r>
      <w:r w:rsidRPr="005525D6">
        <w:t xml:space="preserve"> If the program </w:t>
      </w:r>
      <w:r>
        <w:t>is not installed on the system</w:t>
      </w:r>
      <w:r w:rsidRPr="005525D6">
        <w:t xml:space="preserve">, </w:t>
      </w:r>
      <w:r>
        <w:t>Tera Term</w:t>
      </w:r>
      <w:r w:rsidRPr="005525D6">
        <w:t xml:space="preserve"> can be downloaded from the following link</w:t>
      </w:r>
      <w:r>
        <w:t xml:space="preserve"> by selecting </w:t>
      </w:r>
      <w:r>
        <w:rPr>
          <w:b/>
        </w:rPr>
        <w:t>Tera Term</w:t>
      </w:r>
      <w:r w:rsidRPr="005525D6">
        <w:t>:</w:t>
      </w:r>
    </w:p>
    <w:p w14:paraId="217DD6AD" w14:textId="6593727B" w:rsidR="001506EC" w:rsidRPr="0061795E" w:rsidRDefault="002E6302" w:rsidP="00962A60">
      <w:pPr>
        <w:pStyle w:val="BodyTextL50"/>
        <w:rPr>
          <w:rStyle w:val="Hyperlink"/>
        </w:rPr>
      </w:pPr>
      <w:hyperlink r:id="rId10" w:history="1">
        <w:r w:rsidR="001506EC" w:rsidRPr="00637C5B">
          <w:rPr>
            <w:rStyle w:val="Hyperlink"/>
          </w:rPr>
          <w:t>https://ttssh2.osdn.jp/</w:t>
        </w:r>
      </w:hyperlink>
    </w:p>
    <w:p w14:paraId="6539F4F0" w14:textId="77777777" w:rsidR="008A2F60" w:rsidRDefault="008A2F60" w:rsidP="0061795E">
      <w:pPr>
        <w:pStyle w:val="SubStepAlpha"/>
      </w:pPr>
      <w:r>
        <w:t>In the Ne</w:t>
      </w:r>
      <w:r w:rsidRPr="00826D3A">
        <w:t>w C</w:t>
      </w:r>
      <w:r>
        <w:t xml:space="preserve">onnection dialog box, click the </w:t>
      </w:r>
      <w:r w:rsidRPr="00EF694A">
        <w:rPr>
          <w:b/>
        </w:rPr>
        <w:t>Serial</w:t>
      </w:r>
      <w:r>
        <w:t xml:space="preserve"> radio button. Verify that the correct COM port is selected and c</w:t>
      </w:r>
      <w:r w:rsidRPr="0021601B">
        <w:t xml:space="preserve">lick </w:t>
      </w:r>
      <w:r w:rsidRPr="00EF694A">
        <w:rPr>
          <w:b/>
        </w:rPr>
        <w:t>OK</w:t>
      </w:r>
      <w:r w:rsidRPr="0021601B">
        <w:t xml:space="preserve"> to continue.</w:t>
      </w:r>
    </w:p>
    <w:p w14:paraId="0F794569" w14:textId="77777777" w:rsidR="008A2F60" w:rsidRDefault="008A2F60" w:rsidP="0061795E">
      <w:pPr>
        <w:pStyle w:val="SubStepAlpha"/>
      </w:pPr>
      <w:r>
        <w:lastRenderedPageBreak/>
        <w:t xml:space="preserve">From the </w:t>
      </w:r>
      <w:r w:rsidRPr="00826D3A">
        <w:t>Tera</w:t>
      </w:r>
      <w:r w:rsidRPr="00F1399B">
        <w:t xml:space="preserve"> Term</w:t>
      </w:r>
      <w:r>
        <w:t xml:space="preserve"> </w:t>
      </w:r>
      <w:r w:rsidRPr="00204A6A">
        <w:rPr>
          <w:b/>
        </w:rPr>
        <w:t>Setup</w:t>
      </w:r>
      <w:r>
        <w:t xml:space="preserve"> menu</w:t>
      </w:r>
      <w:r w:rsidRPr="00F1399B">
        <w:t xml:space="preserve">, </w:t>
      </w:r>
      <w:r>
        <w:t>choose</w:t>
      </w:r>
      <w:r w:rsidRPr="00F1399B">
        <w:t xml:space="preserve"> the </w:t>
      </w:r>
      <w:r w:rsidRPr="00F1399B">
        <w:rPr>
          <w:b/>
        </w:rPr>
        <w:t>Serial port</w:t>
      </w:r>
      <w:r w:rsidRPr="00CF3330">
        <w:rPr>
          <w:b/>
        </w:rPr>
        <w:t>…</w:t>
      </w:r>
      <w:r w:rsidRPr="00F1399B">
        <w:t xml:space="preserve"> to verify the serial settings. The default parameters for the console port are 9600 baud, 8 data bits, no parity,</w:t>
      </w:r>
      <w:r>
        <w:t xml:space="preserve"> </w:t>
      </w:r>
      <w:r w:rsidRPr="00F1399B">
        <w:t>1 stop bit</w:t>
      </w:r>
      <w:r>
        <w:t>, and no flow control</w:t>
      </w:r>
      <w:r w:rsidRPr="00F1399B">
        <w:t>. The Tera Term default settings match the console p</w:t>
      </w:r>
      <w:r>
        <w:t>ort settings for communications with the Cisco IOS switch.</w:t>
      </w:r>
    </w:p>
    <w:p w14:paraId="629E223E" w14:textId="7E16E1E9" w:rsidR="008A2F60" w:rsidRDefault="008A2F60" w:rsidP="0061795E">
      <w:pPr>
        <w:pStyle w:val="SubStepAlpha"/>
      </w:pPr>
      <w:r>
        <w:t xml:space="preserve">When you can see the terminal output, you are ready to configure a Cisco switch. </w:t>
      </w:r>
    </w:p>
    <w:p w14:paraId="679493DD" w14:textId="77777777" w:rsidR="008A2F60" w:rsidRDefault="008A2F60" w:rsidP="00826D3A">
      <w:pPr>
        <w:pStyle w:val="Heading2"/>
      </w:pPr>
      <w:r>
        <w:t>Display and Configure Basic Device Settings</w:t>
      </w:r>
    </w:p>
    <w:p w14:paraId="49F98257" w14:textId="41A6035E" w:rsidR="008A2F60" w:rsidRPr="000B5209" w:rsidRDefault="008A2F60" w:rsidP="008A2F60">
      <w:pPr>
        <w:pStyle w:val="BodyTextL25"/>
      </w:pPr>
      <w:r>
        <w:t xml:space="preserve">In this section, you are introduced to the user and privileged </w:t>
      </w:r>
      <w:r w:rsidR="0061795E">
        <w:t>EXEC</w:t>
      </w:r>
      <w:r>
        <w:t xml:space="preserve"> modes. You will determine the IOS version, display the clock settings, and configure the clock on the switch.</w:t>
      </w:r>
    </w:p>
    <w:p w14:paraId="040A2385" w14:textId="77777777" w:rsidR="008A2F60" w:rsidRPr="00B51CF8" w:rsidRDefault="008A2F60" w:rsidP="00826D3A">
      <w:pPr>
        <w:pStyle w:val="Heading3"/>
      </w:pPr>
      <w:r>
        <w:t>Display the switch IOS image version.</w:t>
      </w:r>
    </w:p>
    <w:p w14:paraId="1401459D" w14:textId="1EA1195E" w:rsidR="008A2F60" w:rsidRDefault="008A2F60" w:rsidP="00826D3A">
      <w:pPr>
        <w:pStyle w:val="SubStepAlpha"/>
      </w:pPr>
      <w:r>
        <w:t xml:space="preserve">After the switch has completed its startup process, the following message is displayed. Enter </w:t>
      </w:r>
      <w:r>
        <w:rPr>
          <w:b/>
        </w:rPr>
        <w:t xml:space="preserve">n </w:t>
      </w:r>
      <w:r>
        <w:t>to continue</w:t>
      </w:r>
      <w:r w:rsidRPr="0061795E">
        <w:t>.</w:t>
      </w:r>
    </w:p>
    <w:p w14:paraId="2556ECCA" w14:textId="55147A71" w:rsidR="0061795E" w:rsidRPr="00B11EF3" w:rsidRDefault="0061795E" w:rsidP="0061795E">
      <w:pPr>
        <w:pStyle w:val="ConfigWindow"/>
      </w:pPr>
      <w:r>
        <w:t>Open Configuration Window</w:t>
      </w:r>
    </w:p>
    <w:p w14:paraId="0FD85687" w14:textId="2873B911" w:rsidR="008A2F60" w:rsidRDefault="008A2F60" w:rsidP="008A2F60">
      <w:pPr>
        <w:pStyle w:val="CMD"/>
        <w:rPr>
          <w:b/>
        </w:rPr>
      </w:pPr>
      <w:r w:rsidRPr="00B11EF3">
        <w:t>Would you like to enter the initial configuration dialog? [yes/no]:</w:t>
      </w:r>
      <w:r>
        <w:t xml:space="preserve"> </w:t>
      </w:r>
      <w:r>
        <w:rPr>
          <w:b/>
        </w:rPr>
        <w:t>n</w:t>
      </w:r>
    </w:p>
    <w:p w14:paraId="797C3F3F" w14:textId="77777777" w:rsidR="008A2F60" w:rsidRPr="00B11EF3" w:rsidRDefault="008A2F60" w:rsidP="008A2F60">
      <w:pPr>
        <w:pStyle w:val="BodyTextL50"/>
        <w:rPr>
          <w:b/>
        </w:rPr>
      </w:pPr>
      <w:r w:rsidRPr="00B51CF8">
        <w:rPr>
          <w:b/>
        </w:rPr>
        <w:t>Note</w:t>
      </w:r>
      <w:r>
        <w:t>: If you do not see the above message, please contact your instructor to reset your switch to the initial configuration.</w:t>
      </w:r>
    </w:p>
    <w:p w14:paraId="2E935BA8" w14:textId="712FBEEF" w:rsidR="008A2F60" w:rsidRDefault="008A2F60" w:rsidP="00826D3A">
      <w:pPr>
        <w:pStyle w:val="SubStepAlpha"/>
      </w:pPr>
      <w:r>
        <w:t>While you are in the user EXEC mode, display the IOS version for your switch.</w:t>
      </w:r>
    </w:p>
    <w:p w14:paraId="66301AF7" w14:textId="77777777" w:rsidR="008A2F60" w:rsidRPr="00C704D7" w:rsidRDefault="008A2F60" w:rsidP="008A2F60">
      <w:pPr>
        <w:pStyle w:val="CMD"/>
        <w:rPr>
          <w:b/>
        </w:rPr>
      </w:pPr>
      <w:r>
        <w:t xml:space="preserve">Switch&gt; </w:t>
      </w:r>
      <w:r w:rsidRPr="00C704D7">
        <w:rPr>
          <w:b/>
        </w:rPr>
        <w:t>show version</w:t>
      </w:r>
    </w:p>
    <w:p w14:paraId="5E8754E3" w14:textId="77777777" w:rsidR="008A2F60" w:rsidRDefault="008A2F60" w:rsidP="008A2F60">
      <w:pPr>
        <w:pStyle w:val="CMDOutput"/>
      </w:pPr>
      <w:r>
        <w:t>Cisco IOS Software, C2960 Software (C2960-LANBASEK9-M), Version 15.0(</w:t>
      </w:r>
      <w:proofErr w:type="gramStart"/>
      <w:r>
        <w:t>2)SE</w:t>
      </w:r>
      <w:proofErr w:type="gramEnd"/>
      <w:r>
        <w:t>, RELEASE SOFTWARE (fc1)</w:t>
      </w:r>
    </w:p>
    <w:p w14:paraId="08D07C88" w14:textId="77777777" w:rsidR="008A2F60" w:rsidRDefault="008A2F60" w:rsidP="008A2F60">
      <w:pPr>
        <w:pStyle w:val="CMDOutput"/>
      </w:pPr>
      <w:r>
        <w:t>Technical Support: http://www.cisco.com/techsupport</w:t>
      </w:r>
    </w:p>
    <w:p w14:paraId="41462EBE" w14:textId="77777777" w:rsidR="008A2F60" w:rsidRDefault="008A2F60" w:rsidP="008A2F60">
      <w:pPr>
        <w:pStyle w:val="CMDOutput"/>
      </w:pPr>
      <w:r>
        <w:t>Copyright (c) 1986-2012 by Cisco Systems, Inc.</w:t>
      </w:r>
    </w:p>
    <w:p w14:paraId="3C7C17D9" w14:textId="77777777" w:rsidR="008A2F60" w:rsidRDefault="008A2F60" w:rsidP="008A2F60">
      <w:pPr>
        <w:pStyle w:val="CMDOutput"/>
      </w:pPr>
      <w:r>
        <w:t xml:space="preserve">Compiled Sat 28-Jul-12 00:29 by </w:t>
      </w:r>
      <w:proofErr w:type="spellStart"/>
      <w:r>
        <w:t>prod_rel_team</w:t>
      </w:r>
      <w:proofErr w:type="spellEnd"/>
    </w:p>
    <w:p w14:paraId="7FABBE17" w14:textId="77777777" w:rsidR="008A2F60" w:rsidRDefault="008A2F60" w:rsidP="008A2F60">
      <w:pPr>
        <w:pStyle w:val="CMDOutput"/>
      </w:pPr>
    </w:p>
    <w:p w14:paraId="7AA86586" w14:textId="77777777" w:rsidR="008A2F60" w:rsidRDefault="008A2F60" w:rsidP="008A2F60">
      <w:pPr>
        <w:pStyle w:val="CMDOutput"/>
      </w:pPr>
      <w:r>
        <w:t>ROM: Bootstrap program is C2960 boot loader</w:t>
      </w:r>
    </w:p>
    <w:p w14:paraId="294BB88C" w14:textId="77777777" w:rsidR="008A2F60" w:rsidRDefault="008A2F60" w:rsidP="008A2F60">
      <w:pPr>
        <w:pStyle w:val="CMDOutput"/>
      </w:pPr>
      <w:r>
        <w:t>BOOTLDR: C2960 Boot Loader (C2960-HBOOT-M) Version 12.2(53</w:t>
      </w:r>
      <w:proofErr w:type="gramStart"/>
      <w:r>
        <w:t>r)SEY</w:t>
      </w:r>
      <w:proofErr w:type="gramEnd"/>
      <w:r>
        <w:t>3, RELEASE SOFTWARE (fc1)</w:t>
      </w:r>
    </w:p>
    <w:p w14:paraId="58F397DE" w14:textId="77777777" w:rsidR="008A2F60" w:rsidRDefault="008A2F60" w:rsidP="008A2F60">
      <w:pPr>
        <w:pStyle w:val="CMDOutput"/>
      </w:pPr>
    </w:p>
    <w:p w14:paraId="141604A8" w14:textId="77777777" w:rsidR="008A2F60" w:rsidRDefault="008A2F60" w:rsidP="008A2F60">
      <w:pPr>
        <w:pStyle w:val="CMDOutput"/>
      </w:pPr>
      <w:r>
        <w:t>Switch uptime is 2 minutes</w:t>
      </w:r>
    </w:p>
    <w:p w14:paraId="2BBD4ED0" w14:textId="77777777" w:rsidR="008A2F60" w:rsidRDefault="008A2F60" w:rsidP="008A2F60">
      <w:pPr>
        <w:pStyle w:val="CMDOutput"/>
      </w:pPr>
      <w:r>
        <w:t>System returned to ROM by power-on</w:t>
      </w:r>
    </w:p>
    <w:p w14:paraId="18855ABB" w14:textId="248FCC6A" w:rsidR="008A2F60" w:rsidRDefault="008A2F60" w:rsidP="008A2F60">
      <w:pPr>
        <w:pStyle w:val="CMDOutput"/>
      </w:pPr>
      <w:r>
        <w:t>System image file is "flash://</w:t>
      </w:r>
      <w:r w:rsidRPr="00B51CF8">
        <w:rPr>
          <w:highlight w:val="yellow"/>
        </w:rPr>
        <w:t>c2960-lanbasek9-mz.150-2.SE.bin</w:t>
      </w:r>
      <w:r>
        <w:t>"</w:t>
      </w:r>
    </w:p>
    <w:p w14:paraId="4EF67141" w14:textId="0C2CA49A" w:rsidR="008A2F60" w:rsidRDefault="008A2F60" w:rsidP="008A2F60">
      <w:pPr>
        <w:pStyle w:val="CMDOutput"/>
        <w:rPr>
          <w:b/>
        </w:rPr>
      </w:pPr>
      <w:r w:rsidRPr="00E37781">
        <w:rPr>
          <w:b/>
        </w:rPr>
        <w:t>&lt;output omitted&gt;</w:t>
      </w:r>
    </w:p>
    <w:p w14:paraId="3F867E2D" w14:textId="77777777" w:rsidR="0061795E" w:rsidRDefault="0061795E" w:rsidP="0061795E">
      <w:pPr>
        <w:pStyle w:val="Heading4"/>
      </w:pPr>
      <w:r>
        <w:t>Question:</w:t>
      </w:r>
    </w:p>
    <w:p w14:paraId="5F63A2BA" w14:textId="07897628" w:rsidR="008A2F60" w:rsidRDefault="008A2F60" w:rsidP="00B81A5A">
      <w:pPr>
        <w:pStyle w:val="BodyTextL50"/>
        <w:spacing w:before="0"/>
      </w:pPr>
      <w:r>
        <w:t>Which IOS image version is currently in use by your switch?</w:t>
      </w:r>
    </w:p>
    <w:p w14:paraId="0C66AACA" w14:textId="1F36DE62" w:rsidR="008A2F60" w:rsidRDefault="0061795E" w:rsidP="0061795E">
      <w:pPr>
        <w:pStyle w:val="AnswerLineL50"/>
      </w:pPr>
      <w:r>
        <w:t>Type your answers here.</w:t>
      </w:r>
    </w:p>
    <w:p w14:paraId="3B5ADD34" w14:textId="77777777" w:rsidR="008A2F60" w:rsidRDefault="008A2F60" w:rsidP="00826D3A">
      <w:pPr>
        <w:pStyle w:val="Heading3"/>
      </w:pPr>
      <w:r>
        <w:t>Configure the clock.</w:t>
      </w:r>
    </w:p>
    <w:p w14:paraId="27E4E3EA" w14:textId="77777777" w:rsidR="008A2F60" w:rsidRDefault="008A2F60" w:rsidP="008A2F60">
      <w:pPr>
        <w:pStyle w:val="BodyTextL25"/>
      </w:pPr>
      <w:r>
        <w:t>As you learn more about networking, you will see that configuring the correct time on a Cisco switch can be helpful when you are troubleshooting problems. The following steps manually configure the internal clock of the switch.</w:t>
      </w:r>
    </w:p>
    <w:p w14:paraId="1308618D" w14:textId="0E72B586" w:rsidR="008A2F60" w:rsidRDefault="008A2F60" w:rsidP="00826D3A">
      <w:pPr>
        <w:pStyle w:val="SubStepAlpha"/>
      </w:pPr>
      <w:r>
        <w:t>Display the current clock settings.</w:t>
      </w:r>
    </w:p>
    <w:p w14:paraId="43931405" w14:textId="77777777" w:rsidR="008A2F60" w:rsidRDefault="008A2F60" w:rsidP="008A2F60">
      <w:pPr>
        <w:pStyle w:val="CMD"/>
      </w:pPr>
      <w:r>
        <w:t xml:space="preserve">Switch&gt; </w:t>
      </w:r>
      <w:r w:rsidRPr="00B76D65">
        <w:rPr>
          <w:b/>
        </w:rPr>
        <w:t>show clock</w:t>
      </w:r>
    </w:p>
    <w:p w14:paraId="7C73EDB0" w14:textId="15FB2752" w:rsidR="008A2F60" w:rsidRDefault="008A2F60" w:rsidP="008A2F60">
      <w:pPr>
        <w:pStyle w:val="CMDOutput"/>
      </w:pPr>
      <w:r>
        <w:t xml:space="preserve">*00:30:05.261 UTC Mon Mar </w:t>
      </w:r>
      <w:proofErr w:type="gramStart"/>
      <w:r w:rsidRPr="00CF3330">
        <w:t>1</w:t>
      </w:r>
      <w:proofErr w:type="gramEnd"/>
      <w:r>
        <w:t xml:space="preserve"> 1993</w:t>
      </w:r>
    </w:p>
    <w:p w14:paraId="06726C08" w14:textId="6F5AA116" w:rsidR="008A2F60" w:rsidRDefault="008A2F60" w:rsidP="00826D3A">
      <w:pPr>
        <w:pStyle w:val="SubStepAlpha"/>
      </w:pPr>
      <w:r>
        <w:t>The clock setting is</w:t>
      </w:r>
      <w:r w:rsidRPr="00022AFE">
        <w:t xml:space="preserve"> changed </w:t>
      </w:r>
      <w:r>
        <w:t>from with</w:t>
      </w:r>
      <w:r w:rsidRPr="00022AFE">
        <w:t xml:space="preserve">in the </w:t>
      </w:r>
      <w:r>
        <w:t>privileged EXEC</w:t>
      </w:r>
      <w:r w:rsidRPr="00022AFE">
        <w:t xml:space="preserve"> mode.</w:t>
      </w:r>
      <w:r>
        <w:t xml:space="preserve"> </w:t>
      </w:r>
      <w:r w:rsidRPr="00022AFE">
        <w:t xml:space="preserve">Enter the </w:t>
      </w:r>
      <w:r>
        <w:t>privileged EXEC</w:t>
      </w:r>
      <w:r w:rsidRPr="00022AFE">
        <w:t xml:space="preserve"> mode</w:t>
      </w:r>
      <w:r>
        <w:t xml:space="preserve"> by typing </w:t>
      </w:r>
      <w:r>
        <w:rPr>
          <w:b/>
        </w:rPr>
        <w:t>enable</w:t>
      </w:r>
      <w:r>
        <w:t xml:space="preserve"> at the user EXEC mode prompt.</w:t>
      </w:r>
    </w:p>
    <w:p w14:paraId="6EA72261" w14:textId="2F90FD9F" w:rsidR="008A2F60" w:rsidRDefault="008A2F60" w:rsidP="008A2F60">
      <w:pPr>
        <w:pStyle w:val="CMD"/>
        <w:rPr>
          <w:b/>
        </w:rPr>
      </w:pPr>
      <w:r>
        <w:t xml:space="preserve">Switch&gt; </w:t>
      </w:r>
      <w:r w:rsidRPr="00156B68">
        <w:rPr>
          <w:b/>
        </w:rPr>
        <w:t>enable</w:t>
      </w:r>
    </w:p>
    <w:p w14:paraId="1CDEDB47" w14:textId="48C051B4" w:rsidR="008A2F60" w:rsidRDefault="008A2F60" w:rsidP="00826D3A">
      <w:pPr>
        <w:pStyle w:val="SubStepAlpha"/>
      </w:pPr>
      <w:r>
        <w:t>Configure the clock setting. The question mark (</w:t>
      </w:r>
      <w:r w:rsidRPr="0013566D">
        <w:t>?</w:t>
      </w:r>
      <w:r>
        <w:t xml:space="preserve">) provides help and allows you to determine the expected input for configuring the current time, date, and year. Press </w:t>
      </w:r>
      <w:r w:rsidRPr="0013566D">
        <w:t>Enter</w:t>
      </w:r>
      <w:r>
        <w:t xml:space="preserve"> to complete the clock configuration.</w:t>
      </w:r>
    </w:p>
    <w:p w14:paraId="2C8EE5F8" w14:textId="77777777" w:rsidR="008A2F60" w:rsidRPr="00156B68" w:rsidRDefault="008A2F60" w:rsidP="008A2F60">
      <w:pPr>
        <w:pStyle w:val="CMD"/>
        <w:rPr>
          <w:b/>
        </w:rPr>
      </w:pPr>
      <w:r>
        <w:lastRenderedPageBreak/>
        <w:t xml:space="preserve">Switch# </w:t>
      </w:r>
      <w:r w:rsidRPr="00156B68">
        <w:rPr>
          <w:b/>
        </w:rPr>
        <w:t xml:space="preserve">clock </w:t>
      </w:r>
      <w:proofErr w:type="gramStart"/>
      <w:r w:rsidRPr="00CF3330">
        <w:rPr>
          <w:b/>
        </w:rPr>
        <w:t>set ?</w:t>
      </w:r>
      <w:proofErr w:type="gramEnd"/>
    </w:p>
    <w:p w14:paraId="01193742" w14:textId="77777777" w:rsidR="008A2F60" w:rsidRDefault="008A2F60" w:rsidP="008A2F60">
      <w:pPr>
        <w:pStyle w:val="CMDOutput"/>
      </w:pPr>
      <w:r>
        <w:t xml:space="preserve">  </w:t>
      </w:r>
      <w:proofErr w:type="spellStart"/>
      <w:r>
        <w:t>hh:</w:t>
      </w:r>
      <w:proofErr w:type="gramStart"/>
      <w:r>
        <w:t>mm:ss</w:t>
      </w:r>
      <w:proofErr w:type="spellEnd"/>
      <w:proofErr w:type="gramEnd"/>
      <w:r>
        <w:t xml:space="preserve">  Current Time</w:t>
      </w:r>
    </w:p>
    <w:p w14:paraId="3F69A27D" w14:textId="77777777" w:rsidR="008A2F60" w:rsidRDefault="008A2F60" w:rsidP="008A2F60">
      <w:pPr>
        <w:pStyle w:val="CMDOutput"/>
      </w:pPr>
    </w:p>
    <w:p w14:paraId="528B6223" w14:textId="77777777" w:rsidR="008A2F60" w:rsidRDefault="008A2F60" w:rsidP="008A2F60">
      <w:pPr>
        <w:pStyle w:val="CMD"/>
      </w:pPr>
      <w:r>
        <w:t xml:space="preserve">Switch# </w:t>
      </w:r>
      <w:r w:rsidRPr="00E14CC0">
        <w:rPr>
          <w:b/>
        </w:rPr>
        <w:t xml:space="preserve">clock set </w:t>
      </w:r>
      <w:proofErr w:type="gramStart"/>
      <w:r w:rsidRPr="00E14CC0">
        <w:rPr>
          <w:b/>
        </w:rPr>
        <w:t>15:08:</w:t>
      </w:r>
      <w:r w:rsidRPr="00CF3330">
        <w:rPr>
          <w:b/>
          <w:noProof/>
        </w:rPr>
        <w:t>00 ?</w:t>
      </w:r>
      <w:proofErr w:type="gramEnd"/>
    </w:p>
    <w:p w14:paraId="4840BE05" w14:textId="77777777" w:rsidR="008A2F60" w:rsidRDefault="008A2F60" w:rsidP="008A2F60">
      <w:pPr>
        <w:pStyle w:val="CMDOutput"/>
      </w:pPr>
      <w:r>
        <w:t xml:space="preserve">  &lt;1-31</w:t>
      </w:r>
      <w:proofErr w:type="gramStart"/>
      <w:r>
        <w:t>&gt;  Day</w:t>
      </w:r>
      <w:proofErr w:type="gramEnd"/>
      <w:r>
        <w:t xml:space="preserve"> of the month</w:t>
      </w:r>
    </w:p>
    <w:p w14:paraId="76C68F78" w14:textId="77777777" w:rsidR="008A2F60" w:rsidRDefault="008A2F60" w:rsidP="008A2F60">
      <w:pPr>
        <w:pStyle w:val="CMDOutput"/>
      </w:pPr>
      <w:r>
        <w:t xml:space="preserve">  MONTH   </w:t>
      </w:r>
      <w:proofErr w:type="spellStart"/>
      <w:r>
        <w:t>Month</w:t>
      </w:r>
      <w:proofErr w:type="spellEnd"/>
      <w:r>
        <w:t xml:space="preserve"> of the year</w:t>
      </w:r>
    </w:p>
    <w:p w14:paraId="3A7ADDA3" w14:textId="77777777" w:rsidR="008A2F60" w:rsidRDefault="008A2F60" w:rsidP="008A2F60">
      <w:pPr>
        <w:pStyle w:val="CMDOutput"/>
      </w:pPr>
    </w:p>
    <w:p w14:paraId="1695978D" w14:textId="77777777" w:rsidR="008A2F60" w:rsidRDefault="008A2F60" w:rsidP="008A2F60">
      <w:pPr>
        <w:pStyle w:val="CMD"/>
      </w:pPr>
      <w:r>
        <w:t xml:space="preserve">Switch# </w:t>
      </w:r>
      <w:r w:rsidRPr="008962E3">
        <w:rPr>
          <w:b/>
        </w:rPr>
        <w:t xml:space="preserve">clock set 15:08:00 Oct </w:t>
      </w:r>
      <w:r w:rsidRPr="00CF3330">
        <w:rPr>
          <w:b/>
          <w:noProof/>
        </w:rPr>
        <w:t>26 ?</w:t>
      </w:r>
    </w:p>
    <w:p w14:paraId="03E3ADD4" w14:textId="77777777" w:rsidR="008A2F60" w:rsidRDefault="008A2F60" w:rsidP="008A2F60">
      <w:pPr>
        <w:pStyle w:val="CMDOutput"/>
      </w:pPr>
      <w:r>
        <w:t xml:space="preserve">  &lt;1993-2035</w:t>
      </w:r>
      <w:proofErr w:type="gramStart"/>
      <w:r>
        <w:t>&gt;  Year</w:t>
      </w:r>
      <w:proofErr w:type="gramEnd"/>
    </w:p>
    <w:p w14:paraId="50905AEF" w14:textId="77777777" w:rsidR="008A2F60" w:rsidRDefault="008A2F60" w:rsidP="008A2F60">
      <w:pPr>
        <w:pStyle w:val="CMDOutput"/>
      </w:pPr>
    </w:p>
    <w:p w14:paraId="4CFD5026" w14:textId="77777777" w:rsidR="008A2F60" w:rsidRPr="008962E3" w:rsidRDefault="008A2F60" w:rsidP="008A2F60">
      <w:pPr>
        <w:pStyle w:val="CMD"/>
        <w:rPr>
          <w:b/>
        </w:rPr>
      </w:pPr>
      <w:r>
        <w:t xml:space="preserve">Switch# </w:t>
      </w:r>
      <w:r w:rsidRPr="008962E3">
        <w:rPr>
          <w:b/>
        </w:rPr>
        <w:t xml:space="preserve">clock set 15:08:00 Oct </w:t>
      </w:r>
      <w:r w:rsidRPr="00CF3330">
        <w:rPr>
          <w:b/>
          <w:noProof/>
        </w:rPr>
        <w:t>26</w:t>
      </w:r>
      <w:r w:rsidRPr="008962E3">
        <w:rPr>
          <w:b/>
        </w:rPr>
        <w:t xml:space="preserve"> 2012</w:t>
      </w:r>
    </w:p>
    <w:p w14:paraId="2CF8AD07" w14:textId="77777777" w:rsidR="008A2F60" w:rsidRDefault="008A2F60" w:rsidP="008A2F60">
      <w:pPr>
        <w:pStyle w:val="CMDOutput"/>
      </w:pPr>
      <w:r>
        <w:t>Switch#</w:t>
      </w:r>
    </w:p>
    <w:p w14:paraId="5B12BC9C" w14:textId="5DA885C1" w:rsidR="008A2F60" w:rsidRDefault="008A2F60" w:rsidP="008A2F60">
      <w:pPr>
        <w:pStyle w:val="CMDOutput"/>
      </w:pPr>
      <w:r>
        <w:t xml:space="preserve">*Oct 26 15:08:00.000: %SYS-6-CLOCKUPDATE: System clock has been updated from 00:31:43 UTC Mon Mar </w:t>
      </w:r>
      <w:r w:rsidRPr="00CF3330">
        <w:rPr>
          <w:noProof/>
        </w:rPr>
        <w:t>1</w:t>
      </w:r>
      <w:r>
        <w:t xml:space="preserve"> 1993 to 15:08:00 UTC Fri Oct </w:t>
      </w:r>
      <w:r w:rsidRPr="00CF3330">
        <w:rPr>
          <w:noProof/>
        </w:rPr>
        <w:t>26</w:t>
      </w:r>
      <w:r>
        <w:t xml:space="preserve"> 2012, configured from console by console.</w:t>
      </w:r>
    </w:p>
    <w:p w14:paraId="78DA890E" w14:textId="77777777" w:rsidR="008A2F60" w:rsidRDefault="008A2F60" w:rsidP="00826D3A">
      <w:pPr>
        <w:pStyle w:val="SubStepAlpha"/>
      </w:pPr>
      <w:r>
        <w:t xml:space="preserve">Enter the </w:t>
      </w:r>
      <w:r w:rsidRPr="0075329A">
        <w:rPr>
          <w:b/>
        </w:rPr>
        <w:t>show clock</w:t>
      </w:r>
      <w:r>
        <w:t xml:space="preserve"> command to verify that the clock setting has updated.</w:t>
      </w:r>
    </w:p>
    <w:p w14:paraId="72C8DCDD" w14:textId="16318645" w:rsidR="008A2F60" w:rsidRDefault="008A2F60" w:rsidP="008A2F60">
      <w:pPr>
        <w:pStyle w:val="CMD"/>
      </w:pPr>
      <w:r>
        <w:t xml:space="preserve">Switch# </w:t>
      </w:r>
      <w:r w:rsidRPr="008962E3">
        <w:rPr>
          <w:b/>
        </w:rPr>
        <w:t>show clock</w:t>
      </w:r>
    </w:p>
    <w:p w14:paraId="1ECDF104" w14:textId="67FF56BE" w:rsidR="008A2F60" w:rsidRDefault="008A2F60" w:rsidP="008A2F60">
      <w:pPr>
        <w:pStyle w:val="CMDOutput"/>
      </w:pPr>
      <w:r>
        <w:t xml:space="preserve">15:08:07.205 UTC Fri Oct </w:t>
      </w:r>
      <w:r w:rsidRPr="00CF3330">
        <w:rPr>
          <w:noProof/>
        </w:rPr>
        <w:t>26</w:t>
      </w:r>
      <w:r>
        <w:t xml:space="preserve"> 2012</w:t>
      </w:r>
    </w:p>
    <w:p w14:paraId="49AFB833" w14:textId="1CA2B111" w:rsidR="00B81A5A" w:rsidRDefault="00B81A5A" w:rsidP="00B81A5A">
      <w:pPr>
        <w:pStyle w:val="ConfigWindow"/>
      </w:pPr>
      <w:r>
        <w:t>Close Configuration Window</w:t>
      </w:r>
    </w:p>
    <w:p w14:paraId="5DA3DB20" w14:textId="2A9F036D" w:rsidR="008A2F60" w:rsidRPr="00900479" w:rsidRDefault="00B81A5A" w:rsidP="00826D3A">
      <w:pPr>
        <w:pStyle w:val="Heading2"/>
      </w:pPr>
      <w:r>
        <w:t xml:space="preserve"> </w:t>
      </w:r>
      <w:r w:rsidR="008A2F60">
        <w:t>(Optional) Access a Cisco Router Using a Mini-USB Console Cable</w:t>
      </w:r>
    </w:p>
    <w:p w14:paraId="721A4F10" w14:textId="7516529A" w:rsidR="008A2F60" w:rsidRDefault="008A2F60" w:rsidP="008A2F60">
      <w:pPr>
        <w:pStyle w:val="BodyTextL25"/>
      </w:pPr>
      <w:r>
        <w:t xml:space="preserve">If you are using a Cisco </w:t>
      </w:r>
      <w:r w:rsidR="00796D68">
        <w:t>4221</w:t>
      </w:r>
      <w:r>
        <w:t xml:space="preserve"> router, or other Cisco IOS devices with a mini-USB console port, you can access the device console port using a mini-USB cable connected to the USB port on your computer.</w:t>
      </w:r>
    </w:p>
    <w:p w14:paraId="7657FCFD" w14:textId="1ACF0B7F" w:rsidR="008A2F60" w:rsidRPr="00C523F5" w:rsidRDefault="008A2F60" w:rsidP="008A2F60">
      <w:pPr>
        <w:pStyle w:val="BodyTextL25"/>
      </w:pPr>
      <w:r>
        <w:rPr>
          <w:b/>
        </w:rPr>
        <w:t>Note</w:t>
      </w:r>
      <w:r>
        <w:t xml:space="preserve">: The mini-USB console cable is the same type of mini-USB cable that </w:t>
      </w:r>
      <w:r w:rsidR="00677AC5">
        <w:t>is</w:t>
      </w:r>
      <w:r>
        <w:t xml:space="preserve"> used with other electronics devices, such as USB hard drives, USB printers, or USB hubs. These mini-USB cables can be purchased </w:t>
      </w:r>
      <w:r>
        <w:rPr>
          <w:noProof/>
        </w:rPr>
        <w:t>from</w:t>
      </w:r>
      <w:r>
        <w:t xml:space="preserve"> Cisco Systems, Inc. or other third-party vendors. Please verify that you are using a mini-USB cable, not a micro-USB cable, to connect to the mini-USB console port on a Cisco IOS device.</w:t>
      </w:r>
    </w:p>
    <w:p w14:paraId="2F061930" w14:textId="749A9E2D" w:rsidR="00ED00FB" w:rsidRDefault="00ED00FB" w:rsidP="008A2F60">
      <w:pPr>
        <w:pStyle w:val="Visual"/>
      </w:pPr>
      <w:r>
        <w:rPr>
          <w:noProof/>
        </w:rPr>
        <w:drawing>
          <wp:inline distT="0" distB="0" distL="0" distR="0" wp14:anchorId="7416F4DE" wp14:editId="0CD197D1">
            <wp:extent cx="3048000" cy="835025"/>
            <wp:effectExtent l="0" t="0" r="0" b="3175"/>
            <wp:docPr id="11" name="Picture 11" descr="A PC is connected to a router via the console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835025"/>
                    </a:xfrm>
                    <a:prstGeom prst="rect">
                      <a:avLst/>
                    </a:prstGeom>
                    <a:noFill/>
                  </pic:spPr>
                </pic:pic>
              </a:graphicData>
            </a:graphic>
          </wp:inline>
        </w:drawing>
      </w:r>
    </w:p>
    <w:p w14:paraId="6E9851D9" w14:textId="77777777" w:rsidR="008A2F60" w:rsidRDefault="008A2F60" w:rsidP="00826D3A">
      <w:pPr>
        <w:pStyle w:val="BodyTextL25"/>
      </w:pPr>
      <w:r w:rsidRPr="007C3462">
        <w:rPr>
          <w:b/>
        </w:rPr>
        <w:t>Note</w:t>
      </w:r>
      <w:r>
        <w:t xml:space="preserve">: You must use either the USB port or the RJ-45 </w:t>
      </w:r>
      <w:r w:rsidRPr="00CF3330">
        <w:rPr>
          <w:noProof/>
        </w:rPr>
        <w:t>port.</w:t>
      </w:r>
      <w:r>
        <w:t xml:space="preserve"> Do not use both ports simultaneously. When the USB port is used, it takes priority over the RJ-45 console port.</w:t>
      </w:r>
    </w:p>
    <w:p w14:paraId="6488F69A" w14:textId="77777777" w:rsidR="008A2F60" w:rsidRDefault="008A2F60" w:rsidP="00826D3A">
      <w:pPr>
        <w:pStyle w:val="Heading3"/>
      </w:pPr>
      <w:r>
        <w:lastRenderedPageBreak/>
        <w:t>Set up the physical connection with a mini-USB cable.</w:t>
      </w:r>
    </w:p>
    <w:p w14:paraId="68897645" w14:textId="5E481202" w:rsidR="008A2F60" w:rsidRDefault="008A2F60" w:rsidP="00AA077E">
      <w:pPr>
        <w:pStyle w:val="SubStepAlpha"/>
        <w:keepNext/>
      </w:pPr>
      <w:r w:rsidRPr="00197C42">
        <w:t xml:space="preserve">Connect the </w:t>
      </w:r>
      <w:r>
        <w:t xml:space="preserve">mini-USB </w:t>
      </w:r>
      <w:r w:rsidRPr="00197C42">
        <w:t xml:space="preserve">cable to the </w:t>
      </w:r>
      <w:r>
        <w:t>mini-USB console port of the router.</w:t>
      </w:r>
      <w:r w:rsidR="00AA077E">
        <w:t xml:space="preserve"> </w:t>
      </w:r>
      <w:r w:rsidRPr="00197C42">
        <w:t>Co</w:t>
      </w:r>
      <w:r>
        <w:t xml:space="preserve">nnect the other cable end to a USB </w:t>
      </w:r>
      <w:r w:rsidRPr="00197C42">
        <w:t>port o</w:t>
      </w:r>
      <w:r>
        <w:t>n the computer.</w:t>
      </w:r>
    </w:p>
    <w:p w14:paraId="3216D431" w14:textId="60739C97" w:rsidR="00AA077E" w:rsidRDefault="00AA077E" w:rsidP="00AA077E">
      <w:pPr>
        <w:pStyle w:val="Visual"/>
      </w:pPr>
      <w:r>
        <w:rPr>
          <w:noProof/>
        </w:rPr>
        <w:drawing>
          <wp:inline distT="0" distB="0" distL="0" distR="0" wp14:anchorId="4E4B3801" wp14:editId="7F3AB343">
            <wp:extent cx="4114800" cy="4295775"/>
            <wp:effectExtent l="0" t="0" r="0" b="9525"/>
            <wp:docPr id="7" name="Picture 7" descr="This image displays a router is connected to a PC using a mini-usb console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2"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14:paraId="7C8B1A4B" w14:textId="77777777" w:rsidR="008A2F60" w:rsidRDefault="008A2F60" w:rsidP="00AA077E">
      <w:pPr>
        <w:pStyle w:val="SubStepAlpha"/>
      </w:pPr>
      <w:r>
        <w:t>Turn on the Cisco router and computer.</w:t>
      </w:r>
    </w:p>
    <w:p w14:paraId="69EB688F" w14:textId="77777777" w:rsidR="008A2F60" w:rsidRPr="007762EC" w:rsidRDefault="008A2F60" w:rsidP="00826D3A">
      <w:pPr>
        <w:pStyle w:val="Heading3"/>
      </w:pPr>
      <w:r>
        <w:t>Verify that the USB console is ready.</w:t>
      </w:r>
    </w:p>
    <w:p w14:paraId="071724C6" w14:textId="77777777" w:rsidR="008A2F60" w:rsidRPr="0067097A" w:rsidRDefault="008A2F60" w:rsidP="008A2F60">
      <w:pPr>
        <w:pStyle w:val="BodyTextL25"/>
      </w:pPr>
      <w:r>
        <w:t>If you are using a Microsoft Windows-based PC and the USB console port LED indicator (labeled EN) does not turn green, please install the Cisco USB console driver.</w:t>
      </w:r>
    </w:p>
    <w:p w14:paraId="1DEA65D9" w14:textId="77777777" w:rsidR="008A2F60" w:rsidRPr="0067097A" w:rsidRDefault="008A2F60" w:rsidP="008A2F60">
      <w:pPr>
        <w:pStyle w:val="BodyTextL25"/>
      </w:pPr>
      <w:r>
        <w:t xml:space="preserve">A USB driver must be installed prior to connecting a Microsoft Windows-based PC to a Cisco IOS device with a USB cable. </w:t>
      </w:r>
      <w:r w:rsidRPr="0067097A">
        <w:t xml:space="preserve">The driver can be found on </w:t>
      </w:r>
      <w:hyperlink r:id="rId13" w:history="1">
        <w:r w:rsidRPr="0067097A">
          <w:rPr>
            <w:rStyle w:val="Hyperlink"/>
          </w:rPr>
          <w:t>www.cisco.com</w:t>
        </w:r>
      </w:hyperlink>
      <w:r w:rsidRPr="0067097A">
        <w:t xml:space="preserve"> with the related Cisco IOS device. The USB driver can be downloaded from the following link:</w:t>
      </w:r>
    </w:p>
    <w:p w14:paraId="4451E5DC" w14:textId="77777777" w:rsidR="008A2F60" w:rsidRDefault="002E6302" w:rsidP="008A2F60">
      <w:pPr>
        <w:pStyle w:val="BodyTextL25"/>
      </w:pPr>
      <w:hyperlink r:id="rId14" w:history="1">
        <w:r w:rsidR="008A2F60" w:rsidRPr="0067097A">
          <w:rPr>
            <w:rStyle w:val="Hyperlink"/>
          </w:rPr>
          <w:t>http://www.cisco.com/cisco/software/release.html?mdfid=282774238&amp;flowid=714&amp;softwareid=282855122&amp;release=3.1&amp;relind=AVAILABLE&amp;rellifecycle=&amp;reltype=latest</w:t>
        </w:r>
      </w:hyperlink>
    </w:p>
    <w:p w14:paraId="14EC1353" w14:textId="77777777" w:rsidR="008A2F60" w:rsidRPr="0067097A" w:rsidRDefault="008A2F60" w:rsidP="008A2F60">
      <w:pPr>
        <w:pStyle w:val="BodyTextL25"/>
      </w:pPr>
      <w:r w:rsidRPr="001159F7">
        <w:rPr>
          <w:b/>
        </w:rPr>
        <w:t>Note</w:t>
      </w:r>
      <w:r>
        <w:t>: You must have a valid Cisco Connection Online (CCO) account to download this file.</w:t>
      </w:r>
    </w:p>
    <w:p w14:paraId="3FAE07EE" w14:textId="77777777" w:rsidR="008A2F60" w:rsidRDefault="008A2F60" w:rsidP="008A2F60">
      <w:pPr>
        <w:pStyle w:val="BodyTextL25"/>
      </w:pPr>
      <w:r w:rsidRPr="0067097A">
        <w:rPr>
          <w:b/>
        </w:rPr>
        <w:t>Note</w:t>
      </w:r>
      <w:r>
        <w:t xml:space="preserve">: </w:t>
      </w:r>
      <w:r w:rsidRPr="0067097A">
        <w:t xml:space="preserve">This link is related to the Cisco 1941 </w:t>
      </w:r>
      <w:r w:rsidRPr="00CF3330">
        <w:t>router.</w:t>
      </w:r>
      <w:r w:rsidRPr="0067097A">
        <w:t xml:space="preserve"> </w:t>
      </w:r>
      <w:r>
        <w:t>H</w:t>
      </w:r>
      <w:r w:rsidRPr="0067097A">
        <w:t>owever</w:t>
      </w:r>
      <w:r>
        <w:t>,</w:t>
      </w:r>
      <w:r w:rsidRPr="0067097A">
        <w:t xml:space="preserve"> the USB console driver is not Cisco IOS device</w:t>
      </w:r>
      <w:r>
        <w:t>-</w:t>
      </w:r>
      <w:r w:rsidRPr="0067097A">
        <w:t>model</w:t>
      </w:r>
      <w:r>
        <w:t xml:space="preserve"> </w:t>
      </w:r>
      <w:r w:rsidRPr="0067097A">
        <w:t>specific.</w:t>
      </w:r>
      <w:r>
        <w:t xml:space="preserve"> This USB console driver only works with Cisco routers and switches. </w:t>
      </w:r>
      <w:r w:rsidRPr="0067097A">
        <w:t>The computer require</w:t>
      </w:r>
      <w:r>
        <w:t>s</w:t>
      </w:r>
      <w:r w:rsidRPr="0067097A">
        <w:t xml:space="preserve"> a reboot after finishing the installation of the USB driver.</w:t>
      </w:r>
    </w:p>
    <w:p w14:paraId="127318D2" w14:textId="77777777" w:rsidR="008A2F60" w:rsidRPr="00535C3F" w:rsidRDefault="008A2F60" w:rsidP="008A2F60">
      <w:pPr>
        <w:pStyle w:val="BodyTextL25"/>
      </w:pPr>
      <w:r>
        <w:rPr>
          <w:b/>
        </w:rPr>
        <w:t>Note</w:t>
      </w:r>
      <w:r w:rsidRPr="00DD579C">
        <w:t>:</w:t>
      </w:r>
      <w:r w:rsidRPr="00461194">
        <w:t xml:space="preserve"> </w:t>
      </w:r>
      <w:r>
        <w:t>After the files are extracted, the folder contains instructions for installation, removal, and the necessary drivers for different operating systems and architectures. Please choose the appropriate version for your system.</w:t>
      </w:r>
    </w:p>
    <w:p w14:paraId="648BDE38" w14:textId="77777777" w:rsidR="008A2F60" w:rsidRDefault="008A2F60" w:rsidP="008A2F60">
      <w:pPr>
        <w:pStyle w:val="BodyTextL25"/>
      </w:pPr>
      <w:r>
        <w:lastRenderedPageBreak/>
        <w:t>When the LED indicator for the USB console port has turned green, the USB console port is ready for access.</w:t>
      </w:r>
    </w:p>
    <w:p w14:paraId="64D8F171" w14:textId="77777777" w:rsidR="008A2F60" w:rsidRDefault="008A2F60" w:rsidP="00826D3A">
      <w:pPr>
        <w:pStyle w:val="Heading3"/>
      </w:pPr>
      <w:r>
        <w:t>(Optional) Enable the COM port for the Windows 7 PC.</w:t>
      </w:r>
    </w:p>
    <w:p w14:paraId="71B379DA" w14:textId="77777777" w:rsidR="008A2F60" w:rsidRDefault="008A2F60" w:rsidP="008A2F60">
      <w:pPr>
        <w:pStyle w:val="BodyTextL25"/>
      </w:pPr>
      <w:r>
        <w:t>If you are using a Microsoft Windows 7 PC, you may need to perform the following steps to enable the COM port:</w:t>
      </w:r>
    </w:p>
    <w:p w14:paraId="0D569F6D" w14:textId="77777777" w:rsidR="008A2F60" w:rsidRDefault="008A2F60" w:rsidP="00AA077E">
      <w:pPr>
        <w:pStyle w:val="SubStepAlpha"/>
      </w:pPr>
      <w:r>
        <w:t xml:space="preserve">Click the </w:t>
      </w:r>
      <w:r w:rsidRPr="005F05E4">
        <w:rPr>
          <w:b/>
        </w:rPr>
        <w:t>Windows Start</w:t>
      </w:r>
      <w:r>
        <w:t xml:space="preserve"> icon to acce</w:t>
      </w:r>
      <w:r w:rsidRPr="00826D3A">
        <w:t>ss</w:t>
      </w:r>
      <w:r>
        <w:t xml:space="preserve"> the </w:t>
      </w:r>
      <w:r w:rsidRPr="00484CA3">
        <w:rPr>
          <w:b/>
        </w:rPr>
        <w:t>Control Panel</w:t>
      </w:r>
      <w:r w:rsidRPr="00A03F8F">
        <w:t>.</w:t>
      </w:r>
    </w:p>
    <w:p w14:paraId="4F2EDC8F" w14:textId="77777777" w:rsidR="008A2F60" w:rsidRDefault="008A2F60" w:rsidP="00AA077E">
      <w:pPr>
        <w:pStyle w:val="SubStepAlpha"/>
      </w:pPr>
      <w:r>
        <w:t xml:space="preserve">Open the </w:t>
      </w:r>
      <w:r w:rsidRPr="00484CA3">
        <w:t>Device Manager</w:t>
      </w:r>
      <w:r>
        <w:t>.</w:t>
      </w:r>
    </w:p>
    <w:p w14:paraId="53D02A1F" w14:textId="77777777" w:rsidR="008A2F60" w:rsidRDefault="008A2F60" w:rsidP="00AA077E">
      <w:pPr>
        <w:pStyle w:val="SubStepAlpha"/>
      </w:pPr>
      <w:r>
        <w:t xml:space="preserve">Click the </w:t>
      </w:r>
      <w:r w:rsidRPr="00484CA3">
        <w:rPr>
          <w:b/>
        </w:rPr>
        <w:t>Ports (COM &amp; LPT</w:t>
      </w:r>
      <w:r w:rsidRPr="00806433">
        <w:rPr>
          <w:b/>
        </w:rPr>
        <w:t>)</w:t>
      </w:r>
      <w:r>
        <w:t xml:space="preserve"> tree link to expand it. Right-click the </w:t>
      </w:r>
      <w:r>
        <w:rPr>
          <w:b/>
        </w:rPr>
        <w:t>USB Serial Port</w:t>
      </w:r>
      <w:r>
        <w:t xml:space="preserve"> icon and choose </w:t>
      </w:r>
      <w:r w:rsidRPr="00EA70FF">
        <w:rPr>
          <w:b/>
        </w:rPr>
        <w:t>Update Driver Software</w:t>
      </w:r>
      <w:r>
        <w:t>.</w:t>
      </w:r>
    </w:p>
    <w:p w14:paraId="5EC3FC94" w14:textId="1DCB4FCE" w:rsidR="008A2F60" w:rsidRDefault="008A2F60" w:rsidP="00826D3A">
      <w:pPr>
        <w:pStyle w:val="SubStepAlpha"/>
      </w:pPr>
      <w:r>
        <w:t>C</w:t>
      </w:r>
      <w:r w:rsidRPr="00826D3A">
        <w:t>hoo</w:t>
      </w:r>
      <w:r w:rsidRPr="00AA077E">
        <w:t>s</w:t>
      </w:r>
      <w:r>
        <w:t xml:space="preserve">e </w:t>
      </w:r>
      <w:r w:rsidRPr="00826D3A">
        <w:rPr>
          <w:b/>
          <w:bCs/>
        </w:rPr>
        <w:t>Browse my computer for driver software</w:t>
      </w:r>
      <w:r>
        <w:t>.</w:t>
      </w:r>
    </w:p>
    <w:p w14:paraId="275754BA" w14:textId="77777777" w:rsidR="0097013C" w:rsidRDefault="0097013C" w:rsidP="0097013C">
      <w:pPr>
        <w:pStyle w:val="SubStepAlpha"/>
      </w:pPr>
      <w:r>
        <w:t>C</w:t>
      </w:r>
      <w:r w:rsidRPr="00AA077E">
        <w:t>hoose</w:t>
      </w:r>
      <w:r>
        <w:t xml:space="preserve"> </w:t>
      </w:r>
      <w:r w:rsidRPr="0097013C">
        <w:rPr>
          <w:b/>
        </w:rPr>
        <w:t>Let me pick from a list of device drivers on my computer</w:t>
      </w:r>
      <w:r>
        <w:t xml:space="preserve"> and click </w:t>
      </w:r>
      <w:r w:rsidRPr="0097013C">
        <w:rPr>
          <w:b/>
        </w:rPr>
        <w:t>Next</w:t>
      </w:r>
      <w:r>
        <w:t>.</w:t>
      </w:r>
    </w:p>
    <w:p w14:paraId="5FB9630C" w14:textId="13477F20" w:rsidR="008A2F60" w:rsidRDefault="008A2F60" w:rsidP="0097013C">
      <w:pPr>
        <w:pStyle w:val="SubStepAlpha"/>
      </w:pPr>
      <w:r>
        <w:t xml:space="preserve">Choose the </w:t>
      </w:r>
      <w:r w:rsidRPr="00484CA3">
        <w:rPr>
          <w:b/>
        </w:rPr>
        <w:t>Cisco Serial</w:t>
      </w:r>
      <w:r>
        <w:t xml:space="preserve"> driver and click </w:t>
      </w:r>
      <w:r>
        <w:rPr>
          <w:b/>
        </w:rPr>
        <w:t>Next</w:t>
      </w:r>
      <w:r>
        <w:t>.</w:t>
      </w:r>
    </w:p>
    <w:p w14:paraId="0017FA8C" w14:textId="77777777" w:rsidR="008A2F60" w:rsidRDefault="008A2F60" w:rsidP="0097013C">
      <w:pPr>
        <w:pStyle w:val="SubStepAlpha"/>
      </w:pPr>
      <w:r>
        <w:t xml:space="preserve">Note the port number assigned at the top of the window. In this sample, COM 5 is used for communication with the router. Click </w:t>
      </w:r>
      <w:r>
        <w:rPr>
          <w:b/>
        </w:rPr>
        <w:t>Close</w:t>
      </w:r>
      <w:r>
        <w:t>.</w:t>
      </w:r>
    </w:p>
    <w:p w14:paraId="43416CE6" w14:textId="77777777" w:rsidR="008A2F60" w:rsidRPr="00512814" w:rsidRDefault="008A2F60" w:rsidP="0097013C">
      <w:pPr>
        <w:pStyle w:val="SubStepAlpha"/>
      </w:pPr>
      <w:r w:rsidRPr="00512814">
        <w:t xml:space="preserve">Open </w:t>
      </w:r>
      <w:r w:rsidRPr="00304E5B">
        <w:t>Tera Term</w:t>
      </w:r>
      <w:r w:rsidRPr="00512814">
        <w:t xml:space="preserve">. Click the </w:t>
      </w:r>
      <w:r w:rsidRPr="00512814">
        <w:rPr>
          <w:b/>
        </w:rPr>
        <w:t>Serial</w:t>
      </w:r>
      <w:r w:rsidRPr="00512814">
        <w:t xml:space="preserve"> radio button and choose</w:t>
      </w:r>
      <w:r>
        <w:t xml:space="preserve"> the appropriate serial port, which is </w:t>
      </w:r>
      <w:r w:rsidRPr="00512814">
        <w:rPr>
          <w:b/>
        </w:rPr>
        <w:t>Port COM5: Cisco Serial (COM 5)</w:t>
      </w:r>
      <w:r>
        <w:rPr>
          <w:b/>
        </w:rPr>
        <w:t xml:space="preserve"> </w:t>
      </w:r>
      <w:r w:rsidRPr="00304E5B">
        <w:t>in this example</w:t>
      </w:r>
      <w:r w:rsidRPr="00CF3330">
        <w:t>.</w:t>
      </w:r>
      <w:r w:rsidRPr="00512814">
        <w:t xml:space="preserve"> This port should now be available for communication with the router. Click </w:t>
      </w:r>
      <w:r w:rsidRPr="00512814">
        <w:rPr>
          <w:b/>
        </w:rPr>
        <w:t>OK</w:t>
      </w:r>
      <w:r w:rsidRPr="00512814">
        <w:t>.</w:t>
      </w:r>
    </w:p>
    <w:p w14:paraId="2E9A8251" w14:textId="694F6634" w:rsidR="008A2F60" w:rsidRDefault="008A2F60" w:rsidP="00796D68">
      <w:pPr>
        <w:pStyle w:val="Heading1"/>
      </w:pPr>
      <w:r>
        <w:t>Reflection</w:t>
      </w:r>
      <w:r w:rsidR="00796D68">
        <w:t xml:space="preserve"> Question</w:t>
      </w:r>
    </w:p>
    <w:p w14:paraId="78861FE2" w14:textId="77777777" w:rsidR="008A2F60" w:rsidRDefault="008A2F60" w:rsidP="00796D68">
      <w:pPr>
        <w:pStyle w:val="ReflectionQ"/>
        <w:spacing w:before="60" w:after="60"/>
      </w:pPr>
      <w:r>
        <w:t>How do you prevent unauthorized personnel from accessing your Cisco device through the console port?</w:t>
      </w:r>
    </w:p>
    <w:p w14:paraId="37EE1787" w14:textId="5043DC35" w:rsidR="008A2F60" w:rsidRDefault="00E84F14" w:rsidP="00796D68">
      <w:pPr>
        <w:pStyle w:val="AnswerLineL25"/>
      </w:pPr>
      <w:r>
        <w:t>Type your answers here.</w:t>
      </w:r>
    </w:p>
    <w:p w14:paraId="392A21DE" w14:textId="77777777" w:rsidR="008A2F60" w:rsidRDefault="008A2F60" w:rsidP="008A2F60">
      <w:pPr>
        <w:pStyle w:val="ReflectionQ"/>
        <w:keepNext w:val="0"/>
        <w:spacing w:before="60" w:after="60"/>
      </w:pPr>
      <w:r>
        <w:t>What are the advantages and disadvantages of using the serial console connection compared to the USB console connection to a Cisco router or switch?</w:t>
      </w:r>
    </w:p>
    <w:p w14:paraId="70212C6E" w14:textId="48999ABB" w:rsidR="008A2F60" w:rsidRDefault="00E84F14" w:rsidP="00E84F14">
      <w:pPr>
        <w:pStyle w:val="AnswerLineL25"/>
        <w:spacing w:before="600" w:after="600"/>
      </w:pPr>
      <w:r>
        <w:t>Type your answers here.</w:t>
      </w:r>
    </w:p>
    <w:p w14:paraId="31171BFC" w14:textId="77777777" w:rsidR="00796D68" w:rsidRPr="004C0909" w:rsidRDefault="00796D68" w:rsidP="00796D68">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96D68" w14:paraId="77C89B56" w14:textId="77777777" w:rsidTr="00F80EAC">
        <w:trPr>
          <w:cnfStyle w:val="100000000000" w:firstRow="1" w:lastRow="0" w:firstColumn="0" w:lastColumn="0" w:oddVBand="0" w:evenVBand="0" w:oddHBand="0" w:evenHBand="0" w:firstRowFirstColumn="0" w:firstRowLastColumn="0" w:lastRowFirstColumn="0" w:lastRowLastColumn="0"/>
          <w:tblHeader/>
        </w:trPr>
        <w:tc>
          <w:tcPr>
            <w:tcW w:w="1530" w:type="dxa"/>
          </w:tcPr>
          <w:p w14:paraId="5E995E39" w14:textId="77777777" w:rsidR="00796D68" w:rsidRPr="00763D8B" w:rsidRDefault="00796D68" w:rsidP="00F80EAC">
            <w:pPr>
              <w:pStyle w:val="TableHeading"/>
            </w:pPr>
            <w:r w:rsidRPr="00763D8B">
              <w:t>Router Model</w:t>
            </w:r>
          </w:p>
        </w:tc>
        <w:tc>
          <w:tcPr>
            <w:tcW w:w="2250" w:type="dxa"/>
          </w:tcPr>
          <w:p w14:paraId="3CC09C14" w14:textId="77777777" w:rsidR="00796D68" w:rsidRPr="00763D8B" w:rsidRDefault="00796D68" w:rsidP="00F80EAC">
            <w:pPr>
              <w:pStyle w:val="TableHeading"/>
            </w:pPr>
            <w:r w:rsidRPr="00763D8B">
              <w:t>Ethernet Interface #1</w:t>
            </w:r>
          </w:p>
        </w:tc>
        <w:tc>
          <w:tcPr>
            <w:tcW w:w="2250" w:type="dxa"/>
          </w:tcPr>
          <w:p w14:paraId="44309045" w14:textId="77777777" w:rsidR="00796D68" w:rsidRPr="00763D8B" w:rsidRDefault="00796D68" w:rsidP="00F80EAC">
            <w:pPr>
              <w:pStyle w:val="TableHeading"/>
            </w:pPr>
            <w:r w:rsidRPr="00763D8B">
              <w:t>Ethernet Interface #2</w:t>
            </w:r>
          </w:p>
        </w:tc>
        <w:tc>
          <w:tcPr>
            <w:tcW w:w="2070" w:type="dxa"/>
          </w:tcPr>
          <w:p w14:paraId="161B7B37" w14:textId="77777777" w:rsidR="00796D68" w:rsidRPr="00763D8B" w:rsidRDefault="00796D68" w:rsidP="00F80EAC">
            <w:pPr>
              <w:pStyle w:val="TableHeading"/>
            </w:pPr>
            <w:r w:rsidRPr="00763D8B">
              <w:t>Serial Interface #1</w:t>
            </w:r>
          </w:p>
        </w:tc>
        <w:tc>
          <w:tcPr>
            <w:tcW w:w="2160" w:type="dxa"/>
          </w:tcPr>
          <w:p w14:paraId="37529FC8" w14:textId="77777777" w:rsidR="00796D68" w:rsidRPr="00763D8B" w:rsidRDefault="00796D68" w:rsidP="00F80EAC">
            <w:pPr>
              <w:pStyle w:val="TableHeading"/>
            </w:pPr>
            <w:r w:rsidRPr="00763D8B">
              <w:t>Serial Interface #2</w:t>
            </w:r>
          </w:p>
        </w:tc>
      </w:tr>
      <w:tr w:rsidR="00796D68" w14:paraId="372E5DB2" w14:textId="77777777" w:rsidTr="00F80EAC">
        <w:tc>
          <w:tcPr>
            <w:tcW w:w="1530" w:type="dxa"/>
          </w:tcPr>
          <w:p w14:paraId="65FC30B8" w14:textId="77777777" w:rsidR="00796D68" w:rsidRPr="009453F7" w:rsidRDefault="00796D68" w:rsidP="00F80EAC">
            <w:pPr>
              <w:pStyle w:val="TableText"/>
            </w:pPr>
            <w:r w:rsidRPr="009453F7">
              <w:t>1800</w:t>
            </w:r>
          </w:p>
        </w:tc>
        <w:tc>
          <w:tcPr>
            <w:tcW w:w="2250" w:type="dxa"/>
          </w:tcPr>
          <w:p w14:paraId="16E5F410" w14:textId="77777777" w:rsidR="00796D68" w:rsidRPr="009453F7" w:rsidRDefault="00796D68" w:rsidP="00F80EAC">
            <w:pPr>
              <w:pStyle w:val="TableText"/>
            </w:pPr>
            <w:r w:rsidRPr="009453F7">
              <w:t>Fast Ethernet 0/0 (F0/0)</w:t>
            </w:r>
          </w:p>
        </w:tc>
        <w:tc>
          <w:tcPr>
            <w:tcW w:w="2250" w:type="dxa"/>
          </w:tcPr>
          <w:p w14:paraId="0ED0CEE6" w14:textId="77777777" w:rsidR="00796D68" w:rsidRPr="009453F7" w:rsidRDefault="00796D68" w:rsidP="00F80EAC">
            <w:pPr>
              <w:pStyle w:val="TableText"/>
            </w:pPr>
            <w:r w:rsidRPr="009453F7">
              <w:t>Fast Ethernet 0/1 (F0/1)</w:t>
            </w:r>
          </w:p>
        </w:tc>
        <w:tc>
          <w:tcPr>
            <w:tcW w:w="2070" w:type="dxa"/>
          </w:tcPr>
          <w:p w14:paraId="7B9E1329" w14:textId="77777777" w:rsidR="00796D68" w:rsidRPr="009453F7" w:rsidRDefault="00796D68" w:rsidP="00F80EAC">
            <w:pPr>
              <w:pStyle w:val="TableText"/>
            </w:pPr>
            <w:r w:rsidRPr="009453F7">
              <w:t>Serial 0/0/0 (S0/0/0)</w:t>
            </w:r>
          </w:p>
        </w:tc>
        <w:tc>
          <w:tcPr>
            <w:tcW w:w="2160" w:type="dxa"/>
          </w:tcPr>
          <w:p w14:paraId="7A520247" w14:textId="77777777" w:rsidR="00796D68" w:rsidRPr="009453F7" w:rsidRDefault="00796D68" w:rsidP="00F80EAC">
            <w:pPr>
              <w:pStyle w:val="TableText"/>
            </w:pPr>
            <w:r w:rsidRPr="009453F7">
              <w:t>Serial 0/0/1 (S0/0</w:t>
            </w:r>
            <w:r>
              <w:t>/</w:t>
            </w:r>
            <w:r w:rsidRPr="009453F7">
              <w:t>1)</w:t>
            </w:r>
          </w:p>
        </w:tc>
      </w:tr>
      <w:tr w:rsidR="00796D68" w14:paraId="2147A870" w14:textId="77777777" w:rsidTr="00F80EAC">
        <w:tc>
          <w:tcPr>
            <w:tcW w:w="1530" w:type="dxa"/>
          </w:tcPr>
          <w:p w14:paraId="08CD51E8" w14:textId="77777777" w:rsidR="00796D68" w:rsidRPr="009453F7" w:rsidRDefault="00796D68" w:rsidP="00F80EAC">
            <w:pPr>
              <w:pStyle w:val="TableText"/>
            </w:pPr>
            <w:r w:rsidRPr="009453F7">
              <w:t>1900</w:t>
            </w:r>
          </w:p>
        </w:tc>
        <w:tc>
          <w:tcPr>
            <w:tcW w:w="2250" w:type="dxa"/>
          </w:tcPr>
          <w:p w14:paraId="47CBD566" w14:textId="77777777" w:rsidR="00796D68" w:rsidRPr="009453F7" w:rsidRDefault="00796D68" w:rsidP="00F80EAC">
            <w:pPr>
              <w:pStyle w:val="TableText"/>
            </w:pPr>
            <w:r w:rsidRPr="009453F7">
              <w:t>Gigabit Ethernet 0/0 (G0/0)</w:t>
            </w:r>
          </w:p>
        </w:tc>
        <w:tc>
          <w:tcPr>
            <w:tcW w:w="2250" w:type="dxa"/>
          </w:tcPr>
          <w:p w14:paraId="71C672A8" w14:textId="77777777" w:rsidR="00796D68" w:rsidRPr="009453F7" w:rsidRDefault="00796D68" w:rsidP="00F80EAC">
            <w:pPr>
              <w:pStyle w:val="TableText"/>
            </w:pPr>
            <w:r w:rsidRPr="009453F7">
              <w:t>Gigabit Ethernet 0/1 (G0/1)</w:t>
            </w:r>
          </w:p>
        </w:tc>
        <w:tc>
          <w:tcPr>
            <w:tcW w:w="2070" w:type="dxa"/>
          </w:tcPr>
          <w:p w14:paraId="6529979B" w14:textId="77777777" w:rsidR="00796D68" w:rsidRPr="009453F7" w:rsidRDefault="00796D68" w:rsidP="00F80EAC">
            <w:pPr>
              <w:pStyle w:val="TableText"/>
            </w:pPr>
            <w:r w:rsidRPr="009453F7">
              <w:t>Serial 0/0/0 (S0/0/0)</w:t>
            </w:r>
          </w:p>
        </w:tc>
        <w:tc>
          <w:tcPr>
            <w:tcW w:w="2160" w:type="dxa"/>
          </w:tcPr>
          <w:p w14:paraId="07AA09D3" w14:textId="77777777" w:rsidR="00796D68" w:rsidRPr="009453F7" w:rsidRDefault="00796D68" w:rsidP="00F80EAC">
            <w:pPr>
              <w:pStyle w:val="TableText"/>
            </w:pPr>
            <w:r w:rsidRPr="009453F7">
              <w:t>Serial 0/0/1 (S0/0/1)</w:t>
            </w:r>
          </w:p>
        </w:tc>
      </w:tr>
      <w:tr w:rsidR="00796D68" w14:paraId="767A09A5" w14:textId="77777777" w:rsidTr="00F80EAC">
        <w:tc>
          <w:tcPr>
            <w:tcW w:w="1530" w:type="dxa"/>
          </w:tcPr>
          <w:p w14:paraId="5515A0C9" w14:textId="77777777" w:rsidR="00796D68" w:rsidRPr="009453F7" w:rsidRDefault="00796D68" w:rsidP="00F80EAC">
            <w:pPr>
              <w:pStyle w:val="TableText"/>
            </w:pPr>
            <w:r w:rsidRPr="009453F7">
              <w:t>2801</w:t>
            </w:r>
          </w:p>
        </w:tc>
        <w:tc>
          <w:tcPr>
            <w:tcW w:w="2250" w:type="dxa"/>
          </w:tcPr>
          <w:p w14:paraId="39C61F87" w14:textId="77777777" w:rsidR="00796D68" w:rsidRPr="009453F7" w:rsidRDefault="00796D68" w:rsidP="00F80EAC">
            <w:pPr>
              <w:pStyle w:val="TableText"/>
            </w:pPr>
            <w:r w:rsidRPr="009453F7">
              <w:t>Fast Ethernet 0/0 (F0/0)</w:t>
            </w:r>
          </w:p>
        </w:tc>
        <w:tc>
          <w:tcPr>
            <w:tcW w:w="2250" w:type="dxa"/>
          </w:tcPr>
          <w:p w14:paraId="00B45617" w14:textId="77777777" w:rsidR="00796D68" w:rsidRPr="009453F7" w:rsidRDefault="00796D68" w:rsidP="00F80EAC">
            <w:pPr>
              <w:pStyle w:val="TableText"/>
            </w:pPr>
            <w:r w:rsidRPr="009453F7">
              <w:t>Fast Ethernet 0/1 (F0/1)</w:t>
            </w:r>
          </w:p>
        </w:tc>
        <w:tc>
          <w:tcPr>
            <w:tcW w:w="2070" w:type="dxa"/>
          </w:tcPr>
          <w:p w14:paraId="21574DE1" w14:textId="77777777" w:rsidR="00796D68" w:rsidRPr="009453F7" w:rsidRDefault="00796D68" w:rsidP="00F80EAC">
            <w:pPr>
              <w:pStyle w:val="TableText"/>
            </w:pPr>
            <w:r w:rsidRPr="009453F7">
              <w:t>Serial 0/1/0 (S0/1/0)</w:t>
            </w:r>
          </w:p>
        </w:tc>
        <w:tc>
          <w:tcPr>
            <w:tcW w:w="2160" w:type="dxa"/>
          </w:tcPr>
          <w:p w14:paraId="2D5379F2" w14:textId="77777777" w:rsidR="00796D68" w:rsidRPr="009453F7" w:rsidRDefault="00796D68" w:rsidP="00F80EAC">
            <w:pPr>
              <w:pStyle w:val="TableText"/>
            </w:pPr>
            <w:r w:rsidRPr="009453F7">
              <w:t>Serial 0/1/1 (S0/1/1)</w:t>
            </w:r>
          </w:p>
        </w:tc>
      </w:tr>
      <w:tr w:rsidR="00796D68" w14:paraId="16D8BD62" w14:textId="77777777" w:rsidTr="00F80EAC">
        <w:tc>
          <w:tcPr>
            <w:tcW w:w="1530" w:type="dxa"/>
          </w:tcPr>
          <w:p w14:paraId="42D10780" w14:textId="77777777" w:rsidR="00796D68" w:rsidRPr="009453F7" w:rsidRDefault="00796D68" w:rsidP="00F80EAC">
            <w:pPr>
              <w:pStyle w:val="TableText"/>
            </w:pPr>
            <w:r w:rsidRPr="009453F7">
              <w:t>2811</w:t>
            </w:r>
          </w:p>
        </w:tc>
        <w:tc>
          <w:tcPr>
            <w:tcW w:w="2250" w:type="dxa"/>
          </w:tcPr>
          <w:p w14:paraId="681981CE" w14:textId="77777777" w:rsidR="00796D68" w:rsidRPr="009453F7" w:rsidRDefault="00796D68" w:rsidP="00F80EAC">
            <w:pPr>
              <w:pStyle w:val="TableText"/>
            </w:pPr>
            <w:r w:rsidRPr="009453F7">
              <w:t>Fast Ethernet 0/0 (F0/0)</w:t>
            </w:r>
          </w:p>
        </w:tc>
        <w:tc>
          <w:tcPr>
            <w:tcW w:w="2250" w:type="dxa"/>
          </w:tcPr>
          <w:p w14:paraId="3595A08A" w14:textId="77777777" w:rsidR="00796D68" w:rsidRPr="009453F7" w:rsidRDefault="00796D68" w:rsidP="00F80EAC">
            <w:pPr>
              <w:pStyle w:val="TableText"/>
            </w:pPr>
            <w:r w:rsidRPr="009453F7">
              <w:t>Fast Ethernet 0/1 (F0/1)</w:t>
            </w:r>
          </w:p>
        </w:tc>
        <w:tc>
          <w:tcPr>
            <w:tcW w:w="2070" w:type="dxa"/>
          </w:tcPr>
          <w:p w14:paraId="483CACC4" w14:textId="77777777" w:rsidR="00796D68" w:rsidRPr="009453F7" w:rsidRDefault="00796D68" w:rsidP="00F80EAC">
            <w:pPr>
              <w:pStyle w:val="TableText"/>
            </w:pPr>
            <w:r w:rsidRPr="009453F7">
              <w:t>Serial 0/0/0 (S0/0/0)</w:t>
            </w:r>
          </w:p>
        </w:tc>
        <w:tc>
          <w:tcPr>
            <w:tcW w:w="2160" w:type="dxa"/>
          </w:tcPr>
          <w:p w14:paraId="5ABCC4DA" w14:textId="77777777" w:rsidR="00796D68" w:rsidRPr="009453F7" w:rsidRDefault="00796D68" w:rsidP="00F80EAC">
            <w:pPr>
              <w:pStyle w:val="TableText"/>
            </w:pPr>
            <w:r w:rsidRPr="009453F7">
              <w:t>Serial 0/0/1 (S0/0/1)</w:t>
            </w:r>
          </w:p>
        </w:tc>
      </w:tr>
      <w:tr w:rsidR="00796D68" w14:paraId="0A41C705" w14:textId="77777777" w:rsidTr="00F80EAC">
        <w:tc>
          <w:tcPr>
            <w:tcW w:w="1530" w:type="dxa"/>
          </w:tcPr>
          <w:p w14:paraId="13E61872" w14:textId="77777777" w:rsidR="00796D68" w:rsidRPr="009453F7" w:rsidRDefault="00796D68" w:rsidP="00F80EAC">
            <w:pPr>
              <w:pStyle w:val="TableText"/>
            </w:pPr>
            <w:r w:rsidRPr="009453F7">
              <w:t>2900</w:t>
            </w:r>
          </w:p>
        </w:tc>
        <w:tc>
          <w:tcPr>
            <w:tcW w:w="2250" w:type="dxa"/>
          </w:tcPr>
          <w:p w14:paraId="7D447798" w14:textId="77777777" w:rsidR="00796D68" w:rsidRPr="009453F7" w:rsidRDefault="00796D68" w:rsidP="00F80EAC">
            <w:pPr>
              <w:pStyle w:val="TableText"/>
            </w:pPr>
            <w:r w:rsidRPr="009453F7">
              <w:t>Gigabit Ethernet 0/0 (G0/0)</w:t>
            </w:r>
          </w:p>
        </w:tc>
        <w:tc>
          <w:tcPr>
            <w:tcW w:w="2250" w:type="dxa"/>
          </w:tcPr>
          <w:p w14:paraId="46AD0C89" w14:textId="77777777" w:rsidR="00796D68" w:rsidRPr="009453F7" w:rsidRDefault="00796D68" w:rsidP="00F80EAC">
            <w:pPr>
              <w:pStyle w:val="TableText"/>
            </w:pPr>
            <w:r w:rsidRPr="009453F7">
              <w:t>Gigabit Ethernet 0/1 (G0/1)</w:t>
            </w:r>
          </w:p>
        </w:tc>
        <w:tc>
          <w:tcPr>
            <w:tcW w:w="2070" w:type="dxa"/>
          </w:tcPr>
          <w:p w14:paraId="77C6C998" w14:textId="77777777" w:rsidR="00796D68" w:rsidRPr="009453F7" w:rsidRDefault="00796D68" w:rsidP="00F80EAC">
            <w:pPr>
              <w:pStyle w:val="TableText"/>
            </w:pPr>
            <w:r w:rsidRPr="009453F7">
              <w:t>Serial 0/0/0 (S0/0/0)</w:t>
            </w:r>
          </w:p>
        </w:tc>
        <w:tc>
          <w:tcPr>
            <w:tcW w:w="2160" w:type="dxa"/>
          </w:tcPr>
          <w:p w14:paraId="2030C6A7" w14:textId="77777777" w:rsidR="00796D68" w:rsidRPr="009453F7" w:rsidRDefault="00796D68" w:rsidP="00F80EAC">
            <w:pPr>
              <w:pStyle w:val="TableText"/>
            </w:pPr>
            <w:r w:rsidRPr="009453F7">
              <w:t>Serial 0/0/1 (S0/0/1)</w:t>
            </w:r>
          </w:p>
        </w:tc>
      </w:tr>
      <w:tr w:rsidR="00796D68" w14:paraId="74EB3BCA" w14:textId="77777777" w:rsidTr="00F80EAC">
        <w:tc>
          <w:tcPr>
            <w:tcW w:w="1530" w:type="dxa"/>
          </w:tcPr>
          <w:p w14:paraId="187CAFD5" w14:textId="77777777" w:rsidR="00796D68" w:rsidRPr="009453F7" w:rsidRDefault="00796D68" w:rsidP="00F80EAC">
            <w:pPr>
              <w:pStyle w:val="TableText"/>
            </w:pPr>
            <w:r>
              <w:lastRenderedPageBreak/>
              <w:t>4221</w:t>
            </w:r>
          </w:p>
        </w:tc>
        <w:tc>
          <w:tcPr>
            <w:tcW w:w="2250" w:type="dxa"/>
          </w:tcPr>
          <w:p w14:paraId="02724DE2" w14:textId="77777777" w:rsidR="00796D68" w:rsidRPr="009453F7" w:rsidRDefault="00796D68" w:rsidP="00F80EAC">
            <w:pPr>
              <w:pStyle w:val="TableText"/>
            </w:pPr>
            <w:r w:rsidRPr="009453F7">
              <w:t>Gigabit Ethernet 0/0</w:t>
            </w:r>
            <w:r>
              <w:t>/0</w:t>
            </w:r>
            <w:r w:rsidRPr="009453F7">
              <w:t xml:space="preserve"> (G0/0</w:t>
            </w:r>
            <w:r>
              <w:t>/0</w:t>
            </w:r>
            <w:r w:rsidRPr="009453F7">
              <w:t>)</w:t>
            </w:r>
          </w:p>
        </w:tc>
        <w:tc>
          <w:tcPr>
            <w:tcW w:w="2250" w:type="dxa"/>
          </w:tcPr>
          <w:p w14:paraId="76227FDC" w14:textId="77777777" w:rsidR="00796D68" w:rsidRPr="009453F7" w:rsidRDefault="00796D68" w:rsidP="00F80EAC">
            <w:pPr>
              <w:pStyle w:val="TableText"/>
            </w:pPr>
            <w:r w:rsidRPr="009453F7">
              <w:t>Gigabit Ethernet 0/0</w:t>
            </w:r>
            <w:r>
              <w:t>/1</w:t>
            </w:r>
            <w:r w:rsidRPr="009453F7">
              <w:t xml:space="preserve"> (G0/0</w:t>
            </w:r>
            <w:r>
              <w:t>/1</w:t>
            </w:r>
            <w:r w:rsidRPr="009453F7">
              <w:t>)</w:t>
            </w:r>
          </w:p>
        </w:tc>
        <w:tc>
          <w:tcPr>
            <w:tcW w:w="2070" w:type="dxa"/>
          </w:tcPr>
          <w:p w14:paraId="249013EF" w14:textId="77777777" w:rsidR="00796D68" w:rsidRPr="009453F7" w:rsidRDefault="00796D68" w:rsidP="00F80EAC">
            <w:pPr>
              <w:pStyle w:val="TableText"/>
            </w:pPr>
            <w:r>
              <w:t>Serial 0/1/0 (S0/1</w:t>
            </w:r>
            <w:r w:rsidRPr="009453F7">
              <w:t>/0)</w:t>
            </w:r>
          </w:p>
        </w:tc>
        <w:tc>
          <w:tcPr>
            <w:tcW w:w="2160" w:type="dxa"/>
          </w:tcPr>
          <w:p w14:paraId="46598FB7" w14:textId="77777777" w:rsidR="00796D68" w:rsidRPr="009453F7" w:rsidRDefault="00796D68" w:rsidP="00F80EAC">
            <w:pPr>
              <w:pStyle w:val="TableText"/>
            </w:pPr>
            <w:r>
              <w:t>Serial 0/1/1</w:t>
            </w:r>
            <w:r w:rsidRPr="009453F7">
              <w:t xml:space="preserve"> (S0/</w:t>
            </w:r>
            <w:r>
              <w:t>1/1</w:t>
            </w:r>
            <w:r w:rsidRPr="009453F7">
              <w:t>)</w:t>
            </w:r>
          </w:p>
        </w:tc>
      </w:tr>
      <w:tr w:rsidR="00796D68" w14:paraId="3C922DEC" w14:textId="77777777" w:rsidTr="00F80EAC">
        <w:tc>
          <w:tcPr>
            <w:tcW w:w="1530" w:type="dxa"/>
          </w:tcPr>
          <w:p w14:paraId="7F61AC31" w14:textId="77777777" w:rsidR="00796D68" w:rsidRDefault="00796D68" w:rsidP="00F80EAC">
            <w:pPr>
              <w:pStyle w:val="TableText"/>
            </w:pPr>
            <w:r>
              <w:t>4300</w:t>
            </w:r>
          </w:p>
        </w:tc>
        <w:tc>
          <w:tcPr>
            <w:tcW w:w="2250" w:type="dxa"/>
          </w:tcPr>
          <w:p w14:paraId="6117BEB9" w14:textId="77777777" w:rsidR="00796D68" w:rsidRPr="009453F7" w:rsidRDefault="00796D68" w:rsidP="00F80EAC">
            <w:pPr>
              <w:pStyle w:val="TableText"/>
            </w:pPr>
            <w:r w:rsidRPr="009453F7">
              <w:t>Gigabit Ethernet 0/0</w:t>
            </w:r>
            <w:r>
              <w:t>/0</w:t>
            </w:r>
            <w:r w:rsidRPr="009453F7">
              <w:t xml:space="preserve"> (G0/0</w:t>
            </w:r>
            <w:r>
              <w:t>/0</w:t>
            </w:r>
            <w:r w:rsidRPr="009453F7">
              <w:t>)</w:t>
            </w:r>
          </w:p>
        </w:tc>
        <w:tc>
          <w:tcPr>
            <w:tcW w:w="2250" w:type="dxa"/>
          </w:tcPr>
          <w:p w14:paraId="66FCA0D6" w14:textId="77777777" w:rsidR="00796D68" w:rsidRPr="009453F7" w:rsidRDefault="00796D68" w:rsidP="00F80EAC">
            <w:pPr>
              <w:pStyle w:val="TableText"/>
            </w:pPr>
            <w:r w:rsidRPr="009453F7">
              <w:t>Gigabit Ethernet 0/0</w:t>
            </w:r>
            <w:r>
              <w:t>/1</w:t>
            </w:r>
            <w:r w:rsidRPr="009453F7">
              <w:t xml:space="preserve"> (G0/0</w:t>
            </w:r>
            <w:r>
              <w:t>/1</w:t>
            </w:r>
            <w:r w:rsidRPr="009453F7">
              <w:t>)</w:t>
            </w:r>
          </w:p>
        </w:tc>
        <w:tc>
          <w:tcPr>
            <w:tcW w:w="2070" w:type="dxa"/>
          </w:tcPr>
          <w:p w14:paraId="04B32596" w14:textId="77777777" w:rsidR="00796D68" w:rsidRDefault="00796D68" w:rsidP="00F80EAC">
            <w:pPr>
              <w:pStyle w:val="TableText"/>
            </w:pPr>
            <w:r>
              <w:t>Serial 0/1/0 (S0/1</w:t>
            </w:r>
            <w:r w:rsidRPr="009453F7">
              <w:t>/0)</w:t>
            </w:r>
          </w:p>
        </w:tc>
        <w:tc>
          <w:tcPr>
            <w:tcW w:w="2160" w:type="dxa"/>
          </w:tcPr>
          <w:p w14:paraId="67B597EC" w14:textId="77777777" w:rsidR="00796D68" w:rsidRDefault="00796D68" w:rsidP="00F80EAC">
            <w:pPr>
              <w:pStyle w:val="TableText"/>
            </w:pPr>
            <w:r>
              <w:t>Serial 0/1/1</w:t>
            </w:r>
            <w:r w:rsidRPr="009453F7">
              <w:t xml:space="preserve"> (S0/</w:t>
            </w:r>
            <w:r>
              <w:t>1/1</w:t>
            </w:r>
            <w:r w:rsidRPr="009453F7">
              <w:t>)</w:t>
            </w:r>
          </w:p>
        </w:tc>
      </w:tr>
    </w:tbl>
    <w:p w14:paraId="5F501FB0" w14:textId="33FEAE1A" w:rsidR="00C162C0" w:rsidRDefault="00796D68" w:rsidP="00962A60">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C69DF68" w14:textId="4EC49C80" w:rsidR="0040205F" w:rsidRPr="00574017" w:rsidRDefault="0040205F" w:rsidP="00574017">
      <w:pPr>
        <w:pStyle w:val="ConfigWindow"/>
      </w:pPr>
      <w:r w:rsidRPr="00574017">
        <w:t>End of Document</w:t>
      </w:r>
    </w:p>
    <w:sectPr w:rsidR="0040205F" w:rsidRPr="00574017" w:rsidSect="009C3182">
      <w:headerReference w:type="default" r:id="rId15"/>
      <w:footerReference w:type="default" r:id="rId16"/>
      <w:headerReference w:type="first" r:id="rId17"/>
      <w:footerReference w:type="first" r:id="rId18"/>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D2AE5" w14:textId="77777777" w:rsidR="002E6302" w:rsidRDefault="002E6302" w:rsidP="00710659">
      <w:pPr>
        <w:spacing w:after="0" w:line="240" w:lineRule="auto"/>
      </w:pPr>
      <w:r>
        <w:separator/>
      </w:r>
    </w:p>
    <w:p w14:paraId="6FE35BCB" w14:textId="77777777" w:rsidR="002E6302" w:rsidRDefault="002E6302"/>
  </w:endnote>
  <w:endnote w:type="continuationSeparator" w:id="0">
    <w:p w14:paraId="0498ED4E" w14:textId="77777777" w:rsidR="002E6302" w:rsidRDefault="002E6302" w:rsidP="00710659">
      <w:pPr>
        <w:spacing w:after="0" w:line="240" w:lineRule="auto"/>
      </w:pPr>
      <w:r>
        <w:continuationSeparator/>
      </w:r>
    </w:p>
    <w:p w14:paraId="79D48E1E" w14:textId="77777777" w:rsidR="002E6302" w:rsidRDefault="002E6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D99B" w14:textId="72195D7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B4BAA">
          <w:t>2013</w:t>
        </w:r>
      </w:sdtContent>
    </w:sdt>
    <w:r>
      <w:t xml:space="preserve"> - </w:t>
    </w:r>
    <w:r>
      <w:fldChar w:fldCharType="begin"/>
    </w:r>
    <w:r>
      <w:instrText xml:space="preserve"> SAVEDATE  \@ "yyyy"  \* MERGEFORMAT </w:instrText>
    </w:r>
    <w:r>
      <w:fldChar w:fldCharType="separate"/>
    </w:r>
    <w:r w:rsidR="00D57DA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B2552">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B2552">
      <w:rPr>
        <w:b/>
        <w:noProof/>
        <w:szCs w:val="16"/>
      </w:rPr>
      <w:t>7</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BD042" w14:textId="3C19B8D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B4BAA">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57DAD">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22A8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22A8F">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70D9A" w14:textId="77777777" w:rsidR="002E6302" w:rsidRDefault="002E6302" w:rsidP="00710659">
      <w:pPr>
        <w:spacing w:after="0" w:line="240" w:lineRule="auto"/>
      </w:pPr>
      <w:r>
        <w:separator/>
      </w:r>
    </w:p>
    <w:p w14:paraId="7A617973" w14:textId="77777777" w:rsidR="002E6302" w:rsidRDefault="002E6302"/>
  </w:footnote>
  <w:footnote w:type="continuationSeparator" w:id="0">
    <w:p w14:paraId="4531A5EA" w14:textId="77777777" w:rsidR="002E6302" w:rsidRDefault="002E6302" w:rsidP="00710659">
      <w:pPr>
        <w:spacing w:after="0" w:line="240" w:lineRule="auto"/>
      </w:pPr>
      <w:r>
        <w:continuationSeparator/>
      </w:r>
    </w:p>
    <w:p w14:paraId="1CB6DABA" w14:textId="77777777" w:rsidR="002E6302" w:rsidRDefault="002E63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sdtContent>
      <w:p w14:paraId="0FD2292B" w14:textId="6E3F3747" w:rsidR="00926CB2" w:rsidRDefault="00E22A8F" w:rsidP="008402F2">
        <w:pPr>
          <w:pStyle w:val="PageHead"/>
        </w:pPr>
        <w:r>
          <w:t>Lab - Navigate the IOS by Using Tera Term for Console Connectivity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95B57" w14:textId="77777777" w:rsidR="00926CB2" w:rsidRDefault="00882B63" w:rsidP="006C3FCF">
    <w:pPr>
      <w:ind w:left="-288"/>
    </w:pPr>
    <w:r>
      <w:rPr>
        <w:noProof/>
      </w:rPr>
      <w:drawing>
        <wp:inline distT="0" distB="0" distL="0" distR="0" wp14:anchorId="77ACAD28" wp14:editId="367BC4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5712D97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6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095"/>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6650"/>
    <w:rsid w:val="000A76BE"/>
    <w:rsid w:val="000B2344"/>
    <w:rsid w:val="000B7DE5"/>
    <w:rsid w:val="000C2118"/>
    <w:rsid w:val="000C6425"/>
    <w:rsid w:val="000C6E6E"/>
    <w:rsid w:val="000C7A0D"/>
    <w:rsid w:val="000C7B7D"/>
    <w:rsid w:val="000D55B4"/>
    <w:rsid w:val="000E65F0"/>
    <w:rsid w:val="000F072C"/>
    <w:rsid w:val="000F2074"/>
    <w:rsid w:val="000F31D7"/>
    <w:rsid w:val="000F6743"/>
    <w:rsid w:val="001006C2"/>
    <w:rsid w:val="00101BE8"/>
    <w:rsid w:val="00103401"/>
    <w:rsid w:val="00103A44"/>
    <w:rsid w:val="00103D36"/>
    <w:rsid w:val="0010436E"/>
    <w:rsid w:val="0010634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6EC"/>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D4E"/>
    <w:rsid w:val="002C475E"/>
    <w:rsid w:val="002C6AD6"/>
    <w:rsid w:val="002D0C34"/>
    <w:rsid w:val="002D6C2A"/>
    <w:rsid w:val="002D7A86"/>
    <w:rsid w:val="002E6302"/>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3A3"/>
    <w:rsid w:val="003C6BCA"/>
    <w:rsid w:val="003C7902"/>
    <w:rsid w:val="003D0BFF"/>
    <w:rsid w:val="003D6EF1"/>
    <w:rsid w:val="003E5BE5"/>
    <w:rsid w:val="003F18D1"/>
    <w:rsid w:val="003F20EC"/>
    <w:rsid w:val="003F4F0E"/>
    <w:rsid w:val="003F6096"/>
    <w:rsid w:val="003F6E06"/>
    <w:rsid w:val="0040205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93EB4"/>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86A"/>
    <w:rsid w:val="00536277"/>
    <w:rsid w:val="00536F43"/>
    <w:rsid w:val="005510BA"/>
    <w:rsid w:val="005538C8"/>
    <w:rsid w:val="00554B4E"/>
    <w:rsid w:val="005550F9"/>
    <w:rsid w:val="00556C02"/>
    <w:rsid w:val="00561BB2"/>
    <w:rsid w:val="00563249"/>
    <w:rsid w:val="00570A65"/>
    <w:rsid w:val="00573D97"/>
    <w:rsid w:val="00574017"/>
    <w:rsid w:val="005762B1"/>
    <w:rsid w:val="00580456"/>
    <w:rsid w:val="00580E73"/>
    <w:rsid w:val="00587F1F"/>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95E"/>
    <w:rsid w:val="00617C73"/>
    <w:rsid w:val="00617D6E"/>
    <w:rsid w:val="00620ED5"/>
    <w:rsid w:val="00622D61"/>
    <w:rsid w:val="00624198"/>
    <w:rsid w:val="00636C28"/>
    <w:rsid w:val="006428E5"/>
    <w:rsid w:val="00644958"/>
    <w:rsid w:val="006513FB"/>
    <w:rsid w:val="00656EEF"/>
    <w:rsid w:val="006576AF"/>
    <w:rsid w:val="00672919"/>
    <w:rsid w:val="00673A2E"/>
    <w:rsid w:val="00677544"/>
    <w:rsid w:val="00677AC5"/>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636"/>
    <w:rsid w:val="00705433"/>
    <w:rsid w:val="00705FEC"/>
    <w:rsid w:val="00710659"/>
    <w:rsid w:val="0071147A"/>
    <w:rsid w:val="0071185D"/>
    <w:rsid w:val="00721E01"/>
    <w:rsid w:val="007222AD"/>
    <w:rsid w:val="007267CF"/>
    <w:rsid w:val="00731F3F"/>
    <w:rsid w:val="00732D00"/>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66CFB"/>
    <w:rsid w:val="0077125A"/>
    <w:rsid w:val="0078405B"/>
    <w:rsid w:val="00786F58"/>
    <w:rsid w:val="00787CC1"/>
    <w:rsid w:val="00792F4E"/>
    <w:rsid w:val="0079398D"/>
    <w:rsid w:val="00796C25"/>
    <w:rsid w:val="00796D68"/>
    <w:rsid w:val="007A287C"/>
    <w:rsid w:val="007A3B2A"/>
    <w:rsid w:val="007B0C9D"/>
    <w:rsid w:val="007B2552"/>
    <w:rsid w:val="007B4BAA"/>
    <w:rsid w:val="007B5060"/>
    <w:rsid w:val="007B5522"/>
    <w:rsid w:val="007C0EE0"/>
    <w:rsid w:val="007C1B71"/>
    <w:rsid w:val="007C2FBB"/>
    <w:rsid w:val="007C7164"/>
    <w:rsid w:val="007C7413"/>
    <w:rsid w:val="007D1984"/>
    <w:rsid w:val="007D2AFE"/>
    <w:rsid w:val="007E3264"/>
    <w:rsid w:val="007E3FEA"/>
    <w:rsid w:val="007E6402"/>
    <w:rsid w:val="007F0A0B"/>
    <w:rsid w:val="007F0DD0"/>
    <w:rsid w:val="007F3A60"/>
    <w:rsid w:val="007F3D0B"/>
    <w:rsid w:val="007F7C94"/>
    <w:rsid w:val="00802FFA"/>
    <w:rsid w:val="00810E4B"/>
    <w:rsid w:val="00814BAA"/>
    <w:rsid w:val="00816F0C"/>
    <w:rsid w:val="0082211C"/>
    <w:rsid w:val="00822809"/>
    <w:rsid w:val="00824295"/>
    <w:rsid w:val="00826D3A"/>
    <w:rsid w:val="00827A65"/>
    <w:rsid w:val="00830473"/>
    <w:rsid w:val="008313F3"/>
    <w:rsid w:val="008402F2"/>
    <w:rsid w:val="00840469"/>
    <w:rsid w:val="008405BB"/>
    <w:rsid w:val="0084564F"/>
    <w:rsid w:val="00846494"/>
    <w:rsid w:val="00847B20"/>
    <w:rsid w:val="008509D3"/>
    <w:rsid w:val="00853418"/>
    <w:rsid w:val="00856EBD"/>
    <w:rsid w:val="00857C63"/>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F60"/>
    <w:rsid w:val="008A3A90"/>
    <w:rsid w:val="008B06D4"/>
    <w:rsid w:val="008B4F20"/>
    <w:rsid w:val="008B68E7"/>
    <w:rsid w:val="008B7FFD"/>
    <w:rsid w:val="008C0B2E"/>
    <w:rsid w:val="008C286A"/>
    <w:rsid w:val="008C2920"/>
    <w:rsid w:val="008C4307"/>
    <w:rsid w:val="008D23DF"/>
    <w:rsid w:val="008D73BF"/>
    <w:rsid w:val="008D7F09"/>
    <w:rsid w:val="008E00D5"/>
    <w:rsid w:val="008E5B64"/>
    <w:rsid w:val="008E7DAA"/>
    <w:rsid w:val="008F0094"/>
    <w:rsid w:val="008F03EF"/>
    <w:rsid w:val="008F340F"/>
    <w:rsid w:val="008F43F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2A60"/>
    <w:rsid w:val="00963E34"/>
    <w:rsid w:val="00964DFA"/>
    <w:rsid w:val="0097013C"/>
    <w:rsid w:val="00970A69"/>
    <w:rsid w:val="0098155C"/>
    <w:rsid w:val="00983B77"/>
    <w:rsid w:val="00996053"/>
    <w:rsid w:val="00997BAE"/>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2941"/>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77E"/>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10F0D"/>
    <w:rsid w:val="00B2496B"/>
    <w:rsid w:val="00B27499"/>
    <w:rsid w:val="00B3010D"/>
    <w:rsid w:val="00B35151"/>
    <w:rsid w:val="00B433F2"/>
    <w:rsid w:val="00B45482"/>
    <w:rsid w:val="00B458E8"/>
    <w:rsid w:val="00B5397B"/>
    <w:rsid w:val="00B53EE9"/>
    <w:rsid w:val="00B6183E"/>
    <w:rsid w:val="00B62809"/>
    <w:rsid w:val="00B74716"/>
    <w:rsid w:val="00B7675A"/>
    <w:rsid w:val="00B80094"/>
    <w:rsid w:val="00B81898"/>
    <w:rsid w:val="00B81A5A"/>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14"/>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B52"/>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13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57DAD"/>
    <w:rsid w:val="00D62F25"/>
    <w:rsid w:val="00D635FE"/>
    <w:rsid w:val="00D6696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2A8F"/>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4F14"/>
    <w:rsid w:val="00E859E3"/>
    <w:rsid w:val="00E87D18"/>
    <w:rsid w:val="00E87D62"/>
    <w:rsid w:val="00E97333"/>
    <w:rsid w:val="00EA486E"/>
    <w:rsid w:val="00EA4FA3"/>
    <w:rsid w:val="00EB001B"/>
    <w:rsid w:val="00EB3082"/>
    <w:rsid w:val="00EB6C33"/>
    <w:rsid w:val="00EC6F62"/>
    <w:rsid w:val="00ED00FB"/>
    <w:rsid w:val="00ED2058"/>
    <w:rsid w:val="00ED2EA2"/>
    <w:rsid w:val="00ED6019"/>
    <w:rsid w:val="00ED7830"/>
    <w:rsid w:val="00EE18DF"/>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3EA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7415D"/>
  <w15:docId w15:val="{361E61F3-86F0-4590-A4AE-9BF9E7AE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81A5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4F1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4F14"/>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36B52"/>
    <w:pPr>
      <w:spacing w:before="0" w:after="0"/>
    </w:pPr>
    <w:rPr>
      <w:i/>
      <w:color w:val="FFFFFF" w:themeColor="background1"/>
      <w:sz w:val="6"/>
    </w:rPr>
  </w:style>
  <w:style w:type="paragraph" w:customStyle="1" w:styleId="SubStepAlpha">
    <w:name w:val="SubStep Alpha"/>
    <w:basedOn w:val="BodyTextL25"/>
    <w:qFormat/>
    <w:rsid w:val="00962A60"/>
    <w:pPr>
      <w:numPr>
        <w:ilvl w:val="3"/>
        <w:numId w:val="5"/>
      </w:numPr>
      <w:spacing w:after="0"/>
    </w:pPr>
  </w:style>
  <w:style w:type="paragraph" w:customStyle="1" w:styleId="CMD">
    <w:name w:val="CMD"/>
    <w:basedOn w:val="BodyTextL25"/>
    <w:link w:val="CMDChar"/>
    <w:qFormat/>
    <w:rsid w:val="00962A60"/>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962A6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81A5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962A60"/>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8A2F60"/>
    <w:pPr>
      <w:keepNext/>
      <w:tabs>
        <w:tab w:val="num" w:pos="0"/>
      </w:tabs>
      <w:spacing w:before="240" w:after="120" w:line="240" w:lineRule="auto"/>
    </w:pPr>
    <w:rPr>
      <w:rFonts w:eastAsia="Times New Roman"/>
      <w:b/>
      <w:bCs/>
      <w:iCs/>
      <w:sz w:val="24"/>
    </w:rPr>
  </w:style>
  <w:style w:type="character" w:styleId="FollowedHyperlink">
    <w:name w:val="FollowedHyperlink"/>
    <w:basedOn w:val="DefaultParagraphFont"/>
    <w:semiHidden/>
    <w:unhideWhenUsed/>
    <w:rsid w:val="0061795E"/>
    <w:rPr>
      <w:color w:val="800080" w:themeColor="followedHyperlink"/>
      <w:u w:val="single"/>
    </w:rPr>
  </w:style>
  <w:style w:type="character" w:styleId="Hyperlink">
    <w:name w:val="Hyperlink"/>
    <w:uiPriority w:val="99"/>
    <w:unhideWhenUsed/>
    <w:rsid w:val="008A2F60"/>
    <w:rPr>
      <w:color w:val="0000FF"/>
      <w:u w:val="single"/>
    </w:rPr>
  </w:style>
  <w:style w:type="numbering" w:customStyle="1" w:styleId="PartStepSubStepList">
    <w:name w:val="Part_Step_SubStep_List"/>
    <w:basedOn w:val="NoList"/>
    <w:uiPriority w:val="99"/>
    <w:rsid w:val="008A2F60"/>
    <w:pPr>
      <w:numPr>
        <w:numId w:val="10"/>
      </w:numPr>
    </w:pPr>
  </w:style>
  <w:style w:type="paragraph" w:styleId="ListParagraph">
    <w:name w:val="List Paragraph"/>
    <w:basedOn w:val="Normal"/>
    <w:uiPriority w:val="34"/>
    <w:qFormat/>
    <w:rsid w:val="008A2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sco.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tssh2.osdn.j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isco.com/cisco/software/release.html?mdfid=282774238&amp;flowid=714&amp;softwareid=282855122&amp;release=3.1&amp;relind=AVAILABLE&amp;rellifecycle=&amp;reltype=lates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03C624557E4F3FAE19C2D8CAF82FA5"/>
        <w:category>
          <w:name w:val="General"/>
          <w:gallery w:val="placeholder"/>
        </w:category>
        <w:types>
          <w:type w:val="bbPlcHdr"/>
        </w:types>
        <w:behaviors>
          <w:behavior w:val="content"/>
        </w:behaviors>
        <w:guid w:val="{3FD730EF-84D2-4FA3-9457-C3F61C40CEEA}"/>
      </w:docPartPr>
      <w:docPartBody>
        <w:p w:rsidR="00B60EC0" w:rsidRDefault="00EE2539">
          <w:pPr>
            <w:pStyle w:val="3E03C624557E4F3FAE19C2D8CAF82FA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39"/>
    <w:rsid w:val="0000353A"/>
    <w:rsid w:val="0003051F"/>
    <w:rsid w:val="0021451C"/>
    <w:rsid w:val="00307B16"/>
    <w:rsid w:val="004239FB"/>
    <w:rsid w:val="005C10B0"/>
    <w:rsid w:val="0080433E"/>
    <w:rsid w:val="008A36B9"/>
    <w:rsid w:val="008D1CAC"/>
    <w:rsid w:val="008E4FA1"/>
    <w:rsid w:val="00934CC8"/>
    <w:rsid w:val="00B60EC0"/>
    <w:rsid w:val="00C92D95"/>
    <w:rsid w:val="00EE2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E03C624557E4F3FAE19C2D8CAF82FA5">
    <w:name w:val="3E03C624557E4F3FAE19C2D8CAF82F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BD2CA-A7BD-4794-8376-5EB3D853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11</TotalTime>
  <Pages>7</Pages>
  <Words>1834</Words>
  <Characters>10458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Lab - Navigate the IOS by Using Tera Term for Console Connectivity</vt:lpstr>
    </vt:vector>
  </TitlesOfParts>
  <Company>Cisco Systems, Inc.</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Navigate the IOS by Using Tera Term for Console Connectivity</dc:title>
  <dc:creator>Sukyi</dc:creator>
  <dc:description>2013</dc:description>
  <cp:lastModifiedBy>Suk-Yi Pennock -X (spennock - UNICON INC at Cisco)</cp:lastModifiedBy>
  <cp:revision>4</cp:revision>
  <cp:lastPrinted>2019-12-03T15:03:00Z</cp:lastPrinted>
  <dcterms:created xsi:type="dcterms:W3CDTF">2019-11-25T17:36:00Z</dcterms:created>
  <dcterms:modified xsi:type="dcterms:W3CDTF">2019-12-03T15:13:00Z</dcterms:modified>
</cp:coreProperties>
</file>